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821" w:rsidRPr="00B228AB" w:rsidRDefault="00736821" w:rsidP="006F6FEC">
      <w:pPr>
        <w:pBdr>
          <w:bottom w:val="single" w:sz="4" w:space="1" w:color="auto"/>
        </w:pBdr>
        <w:spacing w:before="20" w:after="20"/>
        <w:ind w:left="-360"/>
        <w:rPr>
          <w:rStyle w:val="Emphasis"/>
          <w:b/>
          <w:bCs/>
          <w:color w:val="C00000"/>
          <w:sz w:val="40"/>
          <w:szCs w:val="40"/>
        </w:rPr>
      </w:pPr>
      <w:r w:rsidRPr="00B228AB">
        <w:rPr>
          <w:rStyle w:val="Emphasis"/>
          <w:b/>
          <w:bCs/>
          <w:color w:val="C00000"/>
          <w:sz w:val="40"/>
          <w:szCs w:val="40"/>
        </w:rPr>
        <w:t xml:space="preserve">Agenda: </w:t>
      </w:r>
      <w:r>
        <w:rPr>
          <w:rStyle w:val="Emphasis"/>
          <w:b/>
          <w:bCs/>
          <w:color w:val="C00000"/>
          <w:sz w:val="40"/>
          <w:szCs w:val="40"/>
        </w:rPr>
        <w:t>NTRTN Committee</w:t>
      </w:r>
    </w:p>
    <w:p w:rsidR="00736821" w:rsidRPr="00A81582" w:rsidRDefault="00736821" w:rsidP="009A4740">
      <w:pPr>
        <w:spacing w:before="20" w:after="20"/>
        <w:ind w:left="-360"/>
        <w:rPr>
          <w:rFonts w:ascii="Arial" w:hAnsi="Arial" w:cs="Arial"/>
          <w:b/>
          <w:bCs/>
          <w:sz w:val="20"/>
          <w:szCs w:val="20"/>
        </w:rPr>
      </w:pPr>
    </w:p>
    <w:p w:rsidR="00736821" w:rsidRPr="00A81582" w:rsidRDefault="00736821" w:rsidP="009A4740">
      <w:pPr>
        <w:spacing w:before="20" w:after="20"/>
        <w:ind w:left="-360"/>
        <w:rPr>
          <w:rFonts w:ascii="Arial" w:hAnsi="Arial" w:cs="Arial"/>
          <w:b/>
          <w:bCs/>
          <w:sz w:val="20"/>
          <w:szCs w:val="20"/>
        </w:rPr>
      </w:pPr>
      <w:r w:rsidRPr="00A81582">
        <w:rPr>
          <w:rFonts w:ascii="Arial" w:hAnsi="Arial" w:cs="Arial"/>
          <w:b/>
          <w:bCs/>
          <w:sz w:val="20"/>
          <w:szCs w:val="20"/>
        </w:rPr>
        <w:t>Date:</w:t>
      </w:r>
      <w:r w:rsidRPr="00A81582">
        <w:rPr>
          <w:rFonts w:ascii="Arial" w:hAnsi="Arial" w:cs="Arial"/>
          <w:b/>
          <w:bCs/>
          <w:sz w:val="20"/>
          <w:szCs w:val="20"/>
        </w:rPr>
        <w:tab/>
      </w:r>
      <w:r w:rsidRPr="00A81582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>19 July, 2013</w:t>
      </w:r>
    </w:p>
    <w:p w:rsidR="00736821" w:rsidRPr="00A81582" w:rsidRDefault="00736821" w:rsidP="009A4740">
      <w:pPr>
        <w:spacing w:before="20" w:after="20"/>
        <w:ind w:left="-36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Time: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>2</w:t>
      </w:r>
      <w:r w:rsidRPr="00A81582">
        <w:rPr>
          <w:rFonts w:ascii="Arial" w:hAnsi="Arial" w:cs="Arial"/>
          <w:b/>
          <w:bCs/>
          <w:sz w:val="20"/>
          <w:szCs w:val="20"/>
        </w:rPr>
        <w:t>.00pm</w:t>
      </w:r>
      <w:r>
        <w:rPr>
          <w:rFonts w:ascii="Arial" w:hAnsi="Arial" w:cs="Arial"/>
          <w:b/>
          <w:bCs/>
          <w:sz w:val="20"/>
          <w:szCs w:val="20"/>
        </w:rPr>
        <w:t xml:space="preserve"> – 4.00pm</w:t>
      </w:r>
    </w:p>
    <w:p w:rsidR="00736821" w:rsidRPr="00A81582" w:rsidRDefault="00736821" w:rsidP="009A4740">
      <w:pPr>
        <w:spacing w:before="20" w:after="20"/>
        <w:ind w:left="-360"/>
        <w:rPr>
          <w:rFonts w:ascii="Arial" w:hAnsi="Arial" w:cs="Arial"/>
          <w:b/>
          <w:bCs/>
          <w:sz w:val="20"/>
          <w:szCs w:val="20"/>
        </w:rPr>
      </w:pPr>
      <w:r w:rsidRPr="00A81582">
        <w:rPr>
          <w:rFonts w:ascii="Arial" w:hAnsi="Arial" w:cs="Arial"/>
          <w:b/>
          <w:bCs/>
          <w:sz w:val="20"/>
          <w:szCs w:val="20"/>
        </w:rPr>
        <w:t>Venue:</w:t>
      </w:r>
      <w:r w:rsidRPr="00A81582">
        <w:rPr>
          <w:rFonts w:ascii="Arial" w:hAnsi="Arial" w:cs="Arial"/>
          <w:b/>
          <w:bCs/>
          <w:sz w:val="20"/>
          <w:szCs w:val="20"/>
        </w:rPr>
        <w:tab/>
      </w:r>
      <w:r w:rsidRPr="00A81582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>NTGPE – Level 3, Building 1, Yellow Precinct, Ellengowan Drive, Charles Darwin University</w:t>
      </w:r>
    </w:p>
    <w:p w:rsidR="00736821" w:rsidRPr="00A81582" w:rsidRDefault="00736821" w:rsidP="006F6FEC">
      <w:pPr>
        <w:pBdr>
          <w:bottom w:val="single" w:sz="4" w:space="1" w:color="auto"/>
        </w:pBdr>
        <w:spacing w:before="20" w:after="20"/>
        <w:ind w:left="-360"/>
        <w:rPr>
          <w:rFonts w:ascii="Arial" w:hAnsi="Arial" w:cs="Arial"/>
          <w:b/>
          <w:bCs/>
          <w:sz w:val="20"/>
          <w:szCs w:val="20"/>
        </w:rPr>
      </w:pPr>
    </w:p>
    <w:p w:rsidR="00736821" w:rsidRDefault="00736821" w:rsidP="00472EFB">
      <w:pPr>
        <w:spacing w:before="20" w:after="20"/>
        <w:ind w:left="1440" w:hanging="1800"/>
        <w:rPr>
          <w:rFonts w:ascii="Arial" w:hAnsi="Arial" w:cs="Arial"/>
          <w:b/>
          <w:bCs/>
          <w:sz w:val="20"/>
          <w:szCs w:val="20"/>
        </w:rPr>
      </w:pPr>
      <w:r w:rsidRPr="00A81582">
        <w:rPr>
          <w:rFonts w:ascii="Arial" w:hAnsi="Arial" w:cs="Arial"/>
          <w:b/>
          <w:bCs/>
          <w:sz w:val="20"/>
          <w:szCs w:val="20"/>
        </w:rPr>
        <w:t>In Attendance:</w:t>
      </w:r>
      <w:r w:rsidRPr="00A81582">
        <w:rPr>
          <w:rFonts w:ascii="Arial" w:hAnsi="Arial" w:cs="Arial"/>
          <w:b/>
          <w:bCs/>
          <w:sz w:val="20"/>
          <w:szCs w:val="20"/>
        </w:rPr>
        <w:tab/>
      </w:r>
    </w:p>
    <w:p w:rsidR="00736821" w:rsidRDefault="00736821" w:rsidP="00F42D79">
      <w:pPr>
        <w:spacing w:before="20" w:after="20"/>
        <w:ind w:left="1440" w:hanging="180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Apologies: </w:t>
      </w:r>
      <w:r>
        <w:rPr>
          <w:rFonts w:ascii="Arial" w:hAnsi="Arial" w:cs="Arial"/>
          <w:b/>
          <w:bCs/>
          <w:sz w:val="20"/>
          <w:szCs w:val="20"/>
        </w:rPr>
        <w:tab/>
      </w:r>
    </w:p>
    <w:p w:rsidR="00736821" w:rsidRDefault="00736821" w:rsidP="006F6FEC">
      <w:pPr>
        <w:pBdr>
          <w:bottom w:val="single" w:sz="4" w:space="1" w:color="auto"/>
        </w:pBdr>
        <w:spacing w:before="20" w:after="20"/>
        <w:ind w:left="-36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Abbreviations: </w:t>
      </w:r>
      <w:r>
        <w:rPr>
          <w:rFonts w:ascii="Arial" w:hAnsi="Arial" w:cs="Arial"/>
          <w:b/>
          <w:bCs/>
          <w:sz w:val="20"/>
          <w:szCs w:val="20"/>
        </w:rPr>
        <w:tab/>
      </w:r>
    </w:p>
    <w:p w:rsidR="00736821" w:rsidRPr="00A81582" w:rsidRDefault="00736821" w:rsidP="009C66C8">
      <w:pPr>
        <w:spacing w:before="20" w:after="20"/>
        <w:rPr>
          <w:rFonts w:ascii="Arial" w:hAnsi="Arial" w:cs="Arial"/>
          <w:sz w:val="20"/>
          <w:szCs w:val="20"/>
        </w:rPr>
      </w:pPr>
    </w:p>
    <w:tbl>
      <w:tblPr>
        <w:tblW w:w="1517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0"/>
        <w:gridCol w:w="3042"/>
        <w:gridCol w:w="3823"/>
        <w:gridCol w:w="4399"/>
        <w:gridCol w:w="1752"/>
        <w:gridCol w:w="1440"/>
      </w:tblGrid>
      <w:tr w:rsidR="00736821" w:rsidRPr="008230FF">
        <w:trPr>
          <w:trHeight w:val="544"/>
          <w:tblHeader/>
        </w:trPr>
        <w:tc>
          <w:tcPr>
            <w:tcW w:w="720" w:type="dxa"/>
            <w:shd w:val="clear" w:color="auto" w:fill="D9D9D9"/>
            <w:vAlign w:val="center"/>
          </w:tcPr>
          <w:p w:rsidR="00736821" w:rsidRPr="008230FF" w:rsidRDefault="00736821" w:rsidP="008230FF">
            <w:pPr>
              <w:spacing w:before="20" w:after="2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8230F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Item</w:t>
            </w:r>
          </w:p>
        </w:tc>
        <w:tc>
          <w:tcPr>
            <w:tcW w:w="3042" w:type="dxa"/>
            <w:shd w:val="clear" w:color="auto" w:fill="D9D9D9"/>
            <w:vAlign w:val="center"/>
          </w:tcPr>
          <w:p w:rsidR="00736821" w:rsidRPr="008230FF" w:rsidRDefault="00736821" w:rsidP="008230FF">
            <w:pPr>
              <w:spacing w:before="20" w:after="2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8230F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TOPIC</w:t>
            </w:r>
          </w:p>
        </w:tc>
        <w:tc>
          <w:tcPr>
            <w:tcW w:w="3823" w:type="dxa"/>
            <w:shd w:val="clear" w:color="auto" w:fill="D9D9D9"/>
            <w:vAlign w:val="center"/>
          </w:tcPr>
          <w:p w:rsidR="00736821" w:rsidRPr="008230FF" w:rsidRDefault="00736821" w:rsidP="008230FF">
            <w:pPr>
              <w:spacing w:before="20" w:after="2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8230F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ITEMS FOR DISCUSSION</w:t>
            </w:r>
          </w:p>
        </w:tc>
        <w:tc>
          <w:tcPr>
            <w:tcW w:w="4399" w:type="dxa"/>
            <w:shd w:val="clear" w:color="auto" w:fill="D9D9D9"/>
            <w:vAlign w:val="center"/>
          </w:tcPr>
          <w:p w:rsidR="00736821" w:rsidRPr="008230FF" w:rsidRDefault="00736821" w:rsidP="008230FF">
            <w:pPr>
              <w:spacing w:before="20" w:after="2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8230F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DISCUSSION AND CONCLUSIONS</w:t>
            </w:r>
          </w:p>
        </w:tc>
        <w:tc>
          <w:tcPr>
            <w:tcW w:w="1752" w:type="dxa"/>
            <w:shd w:val="clear" w:color="auto" w:fill="D9D9D9"/>
            <w:vAlign w:val="center"/>
          </w:tcPr>
          <w:p w:rsidR="00736821" w:rsidRPr="008230FF" w:rsidRDefault="00736821" w:rsidP="008230FF">
            <w:pPr>
              <w:spacing w:before="20" w:after="2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8230F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ACTION/ </w:t>
            </w:r>
          </w:p>
          <w:p w:rsidR="00736821" w:rsidRPr="008230FF" w:rsidRDefault="00736821" w:rsidP="008230FF">
            <w:pPr>
              <w:spacing w:before="20" w:after="2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8230F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REFERRED TO</w:t>
            </w:r>
          </w:p>
        </w:tc>
        <w:tc>
          <w:tcPr>
            <w:tcW w:w="1440" w:type="dxa"/>
            <w:shd w:val="clear" w:color="auto" w:fill="D9D9D9"/>
            <w:vAlign w:val="center"/>
          </w:tcPr>
          <w:p w:rsidR="00736821" w:rsidRPr="008230FF" w:rsidRDefault="00736821" w:rsidP="008230FF">
            <w:pPr>
              <w:spacing w:before="20" w:after="2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8230F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BRING UP /COMPLETE</w:t>
            </w:r>
          </w:p>
        </w:tc>
      </w:tr>
      <w:tr w:rsidR="00736821" w:rsidRPr="008230FF">
        <w:trPr>
          <w:trHeight w:val="354"/>
        </w:trPr>
        <w:tc>
          <w:tcPr>
            <w:tcW w:w="15176" w:type="dxa"/>
            <w:gridSpan w:val="6"/>
          </w:tcPr>
          <w:p w:rsidR="00736821" w:rsidRPr="008230FF" w:rsidRDefault="00736821" w:rsidP="00280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hAnsi="Arial" w:cs="Arial"/>
                <w:i/>
                <w:iCs/>
                <w:color w:val="C00000"/>
              </w:rPr>
            </w:pPr>
            <w:r w:rsidRPr="008230FF">
              <w:rPr>
                <w:rFonts w:ascii="Arial" w:hAnsi="Arial" w:cs="Arial"/>
                <w:i/>
                <w:iCs/>
                <w:color w:val="C00000"/>
                <w:sz w:val="22"/>
                <w:szCs w:val="22"/>
              </w:rPr>
              <w:t xml:space="preserve"> </w:t>
            </w:r>
          </w:p>
        </w:tc>
      </w:tr>
      <w:tr w:rsidR="00736821" w:rsidRPr="008230FF">
        <w:trPr>
          <w:trHeight w:val="74"/>
        </w:trPr>
        <w:tc>
          <w:tcPr>
            <w:tcW w:w="720" w:type="dxa"/>
            <w:shd w:val="clear" w:color="auto" w:fill="DBE5F1"/>
          </w:tcPr>
          <w:p w:rsidR="00736821" w:rsidRPr="00DC7B46" w:rsidRDefault="00736821" w:rsidP="008230FF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C7B46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042" w:type="dxa"/>
            <w:shd w:val="clear" w:color="auto" w:fill="DBE5F1"/>
          </w:tcPr>
          <w:p w:rsidR="00736821" w:rsidRPr="00DC7B46" w:rsidRDefault="00736821" w:rsidP="008230FF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C7B46">
              <w:rPr>
                <w:rFonts w:ascii="Arial" w:hAnsi="Arial" w:cs="Arial"/>
                <w:b/>
                <w:bCs/>
                <w:sz w:val="20"/>
                <w:szCs w:val="20"/>
              </w:rPr>
              <w:t>Minutes</w:t>
            </w:r>
          </w:p>
        </w:tc>
        <w:tc>
          <w:tcPr>
            <w:tcW w:w="3823" w:type="dxa"/>
            <w:shd w:val="clear" w:color="auto" w:fill="DBE5F1"/>
          </w:tcPr>
          <w:p w:rsidR="00736821" w:rsidRPr="00DC7B46" w:rsidRDefault="00736821" w:rsidP="00DC7B46">
            <w:pPr>
              <w:numPr>
                <w:ilvl w:val="0"/>
                <w:numId w:val="26"/>
              </w:numPr>
              <w:tabs>
                <w:tab w:val="clear" w:pos="720"/>
                <w:tab w:val="num" w:pos="378"/>
              </w:tabs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 approval of June</w:t>
            </w:r>
            <w:r w:rsidRPr="00DC7B4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2013 </w:t>
            </w:r>
            <w:r w:rsidRPr="00DC7B46">
              <w:rPr>
                <w:rFonts w:ascii="Arial" w:hAnsi="Arial" w:cs="Arial"/>
                <w:sz w:val="20"/>
                <w:szCs w:val="20"/>
              </w:rPr>
              <w:t>minutes</w:t>
            </w:r>
          </w:p>
          <w:p w:rsidR="00736821" w:rsidRPr="00DC7B46" w:rsidRDefault="00736821" w:rsidP="00773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9" w:type="dxa"/>
            <w:shd w:val="clear" w:color="auto" w:fill="DBE5F1"/>
          </w:tcPr>
          <w:p w:rsidR="00736821" w:rsidRPr="00DC7B46" w:rsidRDefault="00736821" w:rsidP="00512B43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DBE5F1"/>
          </w:tcPr>
          <w:p w:rsidR="00736821" w:rsidRPr="00DC7B46" w:rsidRDefault="00736821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DBE5F1"/>
          </w:tcPr>
          <w:p w:rsidR="00736821" w:rsidRPr="00DC7B46" w:rsidRDefault="00736821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6821" w:rsidRPr="008230FF">
        <w:trPr>
          <w:trHeight w:val="667"/>
        </w:trPr>
        <w:tc>
          <w:tcPr>
            <w:tcW w:w="720" w:type="dxa"/>
            <w:shd w:val="clear" w:color="auto" w:fill="DBE5F1"/>
          </w:tcPr>
          <w:p w:rsidR="00736821" w:rsidRPr="00DC7B46" w:rsidRDefault="00736821" w:rsidP="008230FF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C7B46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042" w:type="dxa"/>
            <w:shd w:val="clear" w:color="auto" w:fill="DBE5F1"/>
          </w:tcPr>
          <w:p w:rsidR="00736821" w:rsidRPr="00DC7B46" w:rsidRDefault="00736821" w:rsidP="008230FF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C7B4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Matters Arising </w:t>
            </w:r>
          </w:p>
        </w:tc>
        <w:tc>
          <w:tcPr>
            <w:tcW w:w="3823" w:type="dxa"/>
            <w:shd w:val="clear" w:color="auto" w:fill="DBE5F1"/>
          </w:tcPr>
          <w:p w:rsidR="00736821" w:rsidRDefault="00736821" w:rsidP="00540291">
            <w:pPr>
              <w:numPr>
                <w:ilvl w:val="0"/>
                <w:numId w:val="26"/>
              </w:numPr>
              <w:tabs>
                <w:tab w:val="clear" w:pos="720"/>
              </w:tabs>
              <w:ind w:left="313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TOR (See S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ection Item 3i)</w:t>
            </w:r>
          </w:p>
          <w:p w:rsidR="00736821" w:rsidRPr="00DC7B46" w:rsidRDefault="00736821" w:rsidP="00540291">
            <w:pPr>
              <w:numPr>
                <w:ilvl w:val="0"/>
                <w:numId w:val="26"/>
              </w:numPr>
              <w:tabs>
                <w:tab w:val="clear" w:pos="720"/>
              </w:tabs>
              <w:ind w:left="313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Communication Plan (See Item 3iii)</w:t>
            </w:r>
          </w:p>
        </w:tc>
        <w:tc>
          <w:tcPr>
            <w:tcW w:w="4399" w:type="dxa"/>
            <w:shd w:val="clear" w:color="auto" w:fill="DBE5F1"/>
          </w:tcPr>
          <w:p w:rsidR="00736821" w:rsidRPr="00DC7B46" w:rsidRDefault="00736821" w:rsidP="00512B43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DBE5F1"/>
          </w:tcPr>
          <w:p w:rsidR="00736821" w:rsidRPr="00DC7B46" w:rsidRDefault="00736821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DBE5F1"/>
          </w:tcPr>
          <w:p w:rsidR="00736821" w:rsidRPr="00DC7B46" w:rsidRDefault="00736821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6821" w:rsidRPr="008230FF">
        <w:trPr>
          <w:trHeight w:val="508"/>
        </w:trPr>
        <w:tc>
          <w:tcPr>
            <w:tcW w:w="720" w:type="dxa"/>
            <w:shd w:val="clear" w:color="auto" w:fill="DBE5F1"/>
          </w:tcPr>
          <w:p w:rsidR="00736821" w:rsidRPr="00DC7B46" w:rsidRDefault="00736821" w:rsidP="00121A1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DC7B46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042" w:type="dxa"/>
            <w:shd w:val="clear" w:color="auto" w:fill="DBE5F1"/>
          </w:tcPr>
          <w:p w:rsidR="00736821" w:rsidRPr="00DC7B46" w:rsidRDefault="00736821" w:rsidP="00121A1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New</w:t>
            </w:r>
            <w:r w:rsidRPr="00DC7B4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business</w:t>
            </w:r>
          </w:p>
        </w:tc>
        <w:tc>
          <w:tcPr>
            <w:tcW w:w="3823" w:type="dxa"/>
            <w:shd w:val="clear" w:color="auto" w:fill="DBE5F1"/>
          </w:tcPr>
          <w:p w:rsidR="00736821" w:rsidRPr="00DC7B46" w:rsidRDefault="00736821" w:rsidP="0086403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99" w:type="dxa"/>
            <w:shd w:val="clear" w:color="auto" w:fill="DBE5F1"/>
          </w:tcPr>
          <w:p w:rsidR="00736821" w:rsidRPr="00DC7B46" w:rsidRDefault="00736821" w:rsidP="0086403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2" w:type="dxa"/>
            <w:shd w:val="clear" w:color="auto" w:fill="DBE5F1"/>
          </w:tcPr>
          <w:p w:rsidR="00736821" w:rsidRPr="00DC7B46" w:rsidRDefault="00736821" w:rsidP="008640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DBE5F1"/>
          </w:tcPr>
          <w:p w:rsidR="00736821" w:rsidRPr="00DC7B46" w:rsidRDefault="00736821" w:rsidP="008640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6821" w:rsidRPr="008230FF">
        <w:trPr>
          <w:trHeight w:val="508"/>
        </w:trPr>
        <w:tc>
          <w:tcPr>
            <w:tcW w:w="720" w:type="dxa"/>
          </w:tcPr>
          <w:p w:rsidR="00736821" w:rsidRPr="00DC7B46" w:rsidRDefault="00736821" w:rsidP="0086403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42" w:type="dxa"/>
          </w:tcPr>
          <w:p w:rsidR="00736821" w:rsidRPr="004F616E" w:rsidRDefault="00736821" w:rsidP="00773B5B">
            <w:pPr>
              <w:pStyle w:val="ListParagraph"/>
              <w:numPr>
                <w:ilvl w:val="0"/>
                <w:numId w:val="36"/>
              </w:numPr>
              <w:ind w:left="379" w:right="126" w:hanging="3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616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TOR </w:t>
            </w:r>
          </w:p>
        </w:tc>
        <w:tc>
          <w:tcPr>
            <w:tcW w:w="3823" w:type="dxa"/>
          </w:tcPr>
          <w:p w:rsidR="00736821" w:rsidRPr="00773B5B" w:rsidRDefault="00736821" w:rsidP="00773B5B">
            <w:pPr>
              <w:pStyle w:val="ListParagraph"/>
              <w:numPr>
                <w:ilvl w:val="0"/>
                <w:numId w:val="40"/>
              </w:numPr>
              <w:ind w:left="313" w:hanging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73B5B">
              <w:rPr>
                <w:rFonts w:ascii="Arial" w:hAnsi="Arial" w:cs="Arial"/>
                <w:sz w:val="20"/>
                <w:szCs w:val="20"/>
                <w:lang w:val="en-US"/>
              </w:rPr>
              <w:t xml:space="preserve">For approval </w:t>
            </w:r>
          </w:p>
        </w:tc>
        <w:tc>
          <w:tcPr>
            <w:tcW w:w="4399" w:type="dxa"/>
          </w:tcPr>
          <w:p w:rsidR="00736821" w:rsidRPr="00DC7B46" w:rsidRDefault="00736821" w:rsidP="00864030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2" w:type="dxa"/>
          </w:tcPr>
          <w:p w:rsidR="00736821" w:rsidRPr="00DC7B46" w:rsidRDefault="00736821" w:rsidP="008640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736821" w:rsidRPr="00DC7B46" w:rsidRDefault="00736821" w:rsidP="008640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6821" w:rsidRPr="008230FF">
        <w:trPr>
          <w:trHeight w:val="508"/>
        </w:trPr>
        <w:tc>
          <w:tcPr>
            <w:tcW w:w="720" w:type="dxa"/>
          </w:tcPr>
          <w:p w:rsidR="00736821" w:rsidRPr="00DC7B46" w:rsidRDefault="00736821" w:rsidP="0086403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42" w:type="dxa"/>
          </w:tcPr>
          <w:p w:rsidR="00736821" w:rsidRPr="004F616E" w:rsidRDefault="00736821" w:rsidP="00773B5B">
            <w:pPr>
              <w:pStyle w:val="ListParagraph"/>
              <w:numPr>
                <w:ilvl w:val="0"/>
                <w:numId w:val="36"/>
              </w:numPr>
              <w:ind w:left="379" w:right="126" w:hanging="3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616E">
              <w:rPr>
                <w:rFonts w:ascii="Arial" w:hAnsi="Arial" w:cs="Arial"/>
                <w:b/>
                <w:bCs/>
                <w:sz w:val="20"/>
                <w:szCs w:val="20"/>
              </w:rPr>
              <w:t>Deputy Chair appointment</w:t>
            </w:r>
          </w:p>
        </w:tc>
        <w:tc>
          <w:tcPr>
            <w:tcW w:w="3823" w:type="dxa"/>
          </w:tcPr>
          <w:p w:rsidR="00736821" w:rsidRPr="00773B5B" w:rsidRDefault="00736821" w:rsidP="00773B5B">
            <w:pPr>
              <w:pStyle w:val="ListParagraph"/>
              <w:numPr>
                <w:ilvl w:val="0"/>
                <w:numId w:val="40"/>
              </w:numPr>
              <w:ind w:left="313" w:hanging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73B5B">
              <w:rPr>
                <w:rFonts w:ascii="Arial" w:hAnsi="Arial" w:cs="Arial"/>
                <w:sz w:val="20"/>
                <w:szCs w:val="20"/>
                <w:lang w:val="en-US"/>
              </w:rPr>
              <w:t>For appointment</w:t>
            </w:r>
          </w:p>
        </w:tc>
        <w:tc>
          <w:tcPr>
            <w:tcW w:w="4399" w:type="dxa"/>
          </w:tcPr>
          <w:p w:rsidR="00736821" w:rsidRPr="00DC7B46" w:rsidRDefault="00736821" w:rsidP="0086403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2" w:type="dxa"/>
          </w:tcPr>
          <w:p w:rsidR="00736821" w:rsidRPr="00DC7B46" w:rsidRDefault="00736821" w:rsidP="008640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736821" w:rsidRPr="00DC7B46" w:rsidRDefault="00736821" w:rsidP="008640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6821" w:rsidRPr="008230FF">
        <w:trPr>
          <w:trHeight w:val="508"/>
        </w:trPr>
        <w:tc>
          <w:tcPr>
            <w:tcW w:w="720" w:type="dxa"/>
          </w:tcPr>
          <w:p w:rsidR="00736821" w:rsidRPr="00DC7B46" w:rsidRDefault="00736821" w:rsidP="0086403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42" w:type="dxa"/>
          </w:tcPr>
          <w:p w:rsidR="00736821" w:rsidRPr="004F616E" w:rsidRDefault="00736821" w:rsidP="00773B5B">
            <w:pPr>
              <w:pStyle w:val="ListParagraph"/>
              <w:numPr>
                <w:ilvl w:val="0"/>
                <w:numId w:val="36"/>
              </w:numPr>
              <w:ind w:left="379" w:right="126" w:hanging="3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616E">
              <w:rPr>
                <w:rFonts w:ascii="Arial" w:hAnsi="Arial" w:cs="Arial"/>
                <w:b/>
                <w:bCs/>
                <w:sz w:val="20"/>
                <w:szCs w:val="20"/>
              </w:rPr>
              <w:t>Communication Plan</w:t>
            </w:r>
          </w:p>
        </w:tc>
        <w:tc>
          <w:tcPr>
            <w:tcW w:w="3823" w:type="dxa"/>
          </w:tcPr>
          <w:p w:rsidR="00736821" w:rsidRPr="00773B5B" w:rsidRDefault="00736821" w:rsidP="00773B5B">
            <w:pPr>
              <w:pStyle w:val="ListParagraph"/>
              <w:numPr>
                <w:ilvl w:val="0"/>
                <w:numId w:val="40"/>
              </w:numPr>
              <w:ind w:left="313" w:hanging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73B5B">
              <w:rPr>
                <w:rFonts w:ascii="Arial" w:hAnsi="Arial" w:cs="Arial"/>
                <w:sz w:val="20"/>
                <w:szCs w:val="20"/>
                <w:lang w:val="en-US"/>
              </w:rPr>
              <w:t>For approval</w:t>
            </w:r>
          </w:p>
        </w:tc>
        <w:tc>
          <w:tcPr>
            <w:tcW w:w="4399" w:type="dxa"/>
          </w:tcPr>
          <w:p w:rsidR="00736821" w:rsidRPr="00DC7B46" w:rsidRDefault="00736821" w:rsidP="0086403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2" w:type="dxa"/>
          </w:tcPr>
          <w:p w:rsidR="00736821" w:rsidRPr="00DC7B46" w:rsidRDefault="00736821" w:rsidP="008640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736821" w:rsidRPr="00DC7B46" w:rsidRDefault="00736821" w:rsidP="008640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6821" w:rsidRPr="008230FF">
        <w:trPr>
          <w:trHeight w:val="508"/>
        </w:trPr>
        <w:tc>
          <w:tcPr>
            <w:tcW w:w="720" w:type="dxa"/>
          </w:tcPr>
          <w:p w:rsidR="00736821" w:rsidRPr="00DC7B46" w:rsidRDefault="00736821" w:rsidP="0086403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42" w:type="dxa"/>
          </w:tcPr>
          <w:p w:rsidR="00736821" w:rsidRPr="004F616E" w:rsidRDefault="00736821" w:rsidP="00773B5B">
            <w:pPr>
              <w:pStyle w:val="ListParagraph"/>
              <w:numPr>
                <w:ilvl w:val="0"/>
                <w:numId w:val="36"/>
              </w:numPr>
              <w:ind w:left="379" w:right="126" w:hanging="3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616E">
              <w:rPr>
                <w:rFonts w:ascii="Arial" w:hAnsi="Arial" w:cs="Arial"/>
                <w:b/>
                <w:bCs/>
                <w:sz w:val="20"/>
                <w:szCs w:val="20"/>
              </w:rPr>
              <w:t>NTRTN Stakeholder Forum</w:t>
            </w:r>
          </w:p>
        </w:tc>
        <w:tc>
          <w:tcPr>
            <w:tcW w:w="3823" w:type="dxa"/>
          </w:tcPr>
          <w:p w:rsidR="00736821" w:rsidRPr="00773B5B" w:rsidRDefault="00736821" w:rsidP="00773B5B">
            <w:pPr>
              <w:pStyle w:val="ListParagraph"/>
              <w:numPr>
                <w:ilvl w:val="0"/>
                <w:numId w:val="40"/>
              </w:numPr>
              <w:ind w:left="313" w:hanging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73B5B">
              <w:rPr>
                <w:rFonts w:ascii="Arial" w:hAnsi="Arial" w:cs="Arial"/>
                <w:sz w:val="20"/>
                <w:szCs w:val="20"/>
                <w:lang w:val="en-US"/>
              </w:rPr>
              <w:t>Early August 2013</w:t>
            </w:r>
          </w:p>
          <w:p w:rsidR="00736821" w:rsidRPr="00773B5B" w:rsidRDefault="00736821" w:rsidP="00773B5B">
            <w:pPr>
              <w:pStyle w:val="ListParagraph"/>
              <w:numPr>
                <w:ilvl w:val="0"/>
                <w:numId w:val="40"/>
              </w:numPr>
              <w:ind w:left="313" w:hanging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73B5B">
              <w:rPr>
                <w:rFonts w:ascii="Arial" w:hAnsi="Arial" w:cs="Arial"/>
                <w:sz w:val="20"/>
                <w:szCs w:val="20"/>
                <w:lang w:val="en-US"/>
              </w:rPr>
              <w:t>Suggested venue</w:t>
            </w:r>
          </w:p>
        </w:tc>
        <w:tc>
          <w:tcPr>
            <w:tcW w:w="4399" w:type="dxa"/>
          </w:tcPr>
          <w:p w:rsidR="00736821" w:rsidRPr="00DC7B46" w:rsidRDefault="00736821" w:rsidP="0086403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2" w:type="dxa"/>
          </w:tcPr>
          <w:p w:rsidR="00736821" w:rsidRPr="00DC7B46" w:rsidRDefault="00736821" w:rsidP="008640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736821" w:rsidRPr="00DC7B46" w:rsidRDefault="00736821" w:rsidP="008640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6821" w:rsidRPr="008230FF">
        <w:trPr>
          <w:trHeight w:val="508"/>
        </w:trPr>
        <w:tc>
          <w:tcPr>
            <w:tcW w:w="720" w:type="dxa"/>
            <w:shd w:val="clear" w:color="auto" w:fill="DBE5F1"/>
          </w:tcPr>
          <w:p w:rsidR="00736821" w:rsidRPr="00DC7B46" w:rsidRDefault="00736821" w:rsidP="008230FF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</w:t>
            </w:r>
          </w:p>
        </w:tc>
        <w:tc>
          <w:tcPr>
            <w:tcW w:w="3042" w:type="dxa"/>
            <w:shd w:val="clear" w:color="auto" w:fill="DBE5F1"/>
          </w:tcPr>
          <w:p w:rsidR="00736821" w:rsidRPr="00DC7B46" w:rsidRDefault="00736821" w:rsidP="00121A13">
            <w:pPr>
              <w:spacing w:before="20" w:after="20"/>
              <w:ind w:left="1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Standing Items</w:t>
            </w:r>
          </w:p>
        </w:tc>
        <w:tc>
          <w:tcPr>
            <w:tcW w:w="3823" w:type="dxa"/>
            <w:shd w:val="clear" w:color="auto" w:fill="DBE5F1"/>
          </w:tcPr>
          <w:p w:rsidR="00736821" w:rsidRPr="00DC7B46" w:rsidRDefault="00736821" w:rsidP="00773B5B">
            <w:pPr>
              <w:ind w:left="37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9" w:type="dxa"/>
            <w:shd w:val="clear" w:color="auto" w:fill="DBE5F1"/>
          </w:tcPr>
          <w:p w:rsidR="00736821" w:rsidRPr="00DC7B46" w:rsidRDefault="00736821" w:rsidP="00D75954">
            <w:pPr>
              <w:pStyle w:val="ListParagraph"/>
              <w:spacing w:before="20" w:after="2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DBE5F1"/>
          </w:tcPr>
          <w:p w:rsidR="00736821" w:rsidRPr="00DC7B46" w:rsidRDefault="00736821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DBE5F1"/>
          </w:tcPr>
          <w:p w:rsidR="00736821" w:rsidRPr="00DC7B46" w:rsidRDefault="00736821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6821" w:rsidRPr="008230FF">
        <w:trPr>
          <w:trHeight w:val="508"/>
        </w:trPr>
        <w:tc>
          <w:tcPr>
            <w:tcW w:w="720" w:type="dxa"/>
          </w:tcPr>
          <w:p w:rsidR="00736821" w:rsidRPr="00DC7B46" w:rsidRDefault="00736821" w:rsidP="008230FF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42" w:type="dxa"/>
          </w:tcPr>
          <w:p w:rsidR="00736821" w:rsidRPr="00773B5B" w:rsidRDefault="00736821" w:rsidP="00773B5B">
            <w:pPr>
              <w:pStyle w:val="ListParagraph"/>
              <w:numPr>
                <w:ilvl w:val="0"/>
                <w:numId w:val="37"/>
              </w:numPr>
              <w:tabs>
                <w:tab w:val="clear" w:pos="1103"/>
                <w:tab w:val="num" w:pos="379"/>
              </w:tabs>
              <w:spacing w:before="20" w:after="20"/>
              <w:ind w:left="379" w:hanging="3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3B5B">
              <w:rPr>
                <w:rFonts w:ascii="Arial" w:hAnsi="Arial" w:cs="Arial"/>
                <w:b/>
                <w:bCs/>
                <w:sz w:val="20"/>
                <w:szCs w:val="20"/>
              </w:rPr>
              <w:t>SLE</w:t>
            </w:r>
          </w:p>
        </w:tc>
        <w:tc>
          <w:tcPr>
            <w:tcW w:w="3823" w:type="dxa"/>
          </w:tcPr>
          <w:p w:rsidR="00736821" w:rsidRPr="00DC7B46" w:rsidRDefault="00736821" w:rsidP="00F42D79">
            <w:pPr>
              <w:numPr>
                <w:ilvl w:val="0"/>
                <w:numId w:val="6"/>
              </w:numPr>
              <w:tabs>
                <w:tab w:val="clear" w:pos="720"/>
                <w:tab w:val="num" w:pos="378"/>
              </w:tabs>
              <w:ind w:left="378"/>
              <w:rPr>
                <w:rFonts w:ascii="Arial" w:hAnsi="Arial" w:cs="Arial"/>
                <w:sz w:val="20"/>
                <w:szCs w:val="20"/>
              </w:rPr>
            </w:pPr>
            <w:r w:rsidRPr="00DC7B46">
              <w:rPr>
                <w:rFonts w:ascii="Arial" w:hAnsi="Arial" w:cs="Arial"/>
                <w:sz w:val="20"/>
                <w:szCs w:val="20"/>
              </w:rPr>
              <w:t>Extension with Flinders contract.</w:t>
            </w:r>
          </w:p>
          <w:p w:rsidR="00736821" w:rsidRDefault="00736821" w:rsidP="00D75954">
            <w:pPr>
              <w:numPr>
                <w:ilvl w:val="0"/>
                <w:numId w:val="6"/>
              </w:numPr>
              <w:tabs>
                <w:tab w:val="clear" w:pos="720"/>
                <w:tab w:val="num" w:pos="378"/>
              </w:tabs>
              <w:ind w:left="378"/>
              <w:rPr>
                <w:rFonts w:ascii="Arial" w:hAnsi="Arial" w:cs="Arial"/>
                <w:sz w:val="20"/>
                <w:szCs w:val="20"/>
              </w:rPr>
            </w:pPr>
            <w:r w:rsidRPr="00DC7B46">
              <w:rPr>
                <w:rFonts w:ascii="Arial" w:hAnsi="Arial" w:cs="Arial"/>
                <w:sz w:val="20"/>
                <w:szCs w:val="20"/>
              </w:rPr>
              <w:t>Formation of SLE sub – committee.</w:t>
            </w:r>
          </w:p>
          <w:p w:rsidR="00736821" w:rsidRPr="00121A13" w:rsidRDefault="00736821" w:rsidP="00121A13">
            <w:pPr>
              <w:numPr>
                <w:ilvl w:val="0"/>
                <w:numId w:val="6"/>
              </w:numPr>
              <w:tabs>
                <w:tab w:val="clear" w:pos="720"/>
                <w:tab w:val="num" w:pos="378"/>
              </w:tabs>
              <w:ind w:left="3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2013 </w:t>
            </w:r>
            <w:r w:rsidRPr="00DC7B46">
              <w:rPr>
                <w:rFonts w:ascii="Arial" w:hAnsi="Arial" w:cs="Arial"/>
                <w:sz w:val="20"/>
                <w:szCs w:val="20"/>
              </w:rPr>
              <w:t>– 2014 tender</w:t>
            </w:r>
          </w:p>
        </w:tc>
        <w:tc>
          <w:tcPr>
            <w:tcW w:w="4399" w:type="dxa"/>
          </w:tcPr>
          <w:p w:rsidR="00736821" w:rsidRPr="00DC7B46" w:rsidRDefault="00736821" w:rsidP="00D75954">
            <w:pPr>
              <w:pStyle w:val="ListParagraph"/>
              <w:spacing w:before="20" w:after="2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2" w:type="dxa"/>
          </w:tcPr>
          <w:p w:rsidR="00736821" w:rsidRPr="00DC7B46" w:rsidRDefault="00736821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736821" w:rsidRPr="00DC7B46" w:rsidRDefault="00736821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6821" w:rsidRPr="008230FF">
        <w:trPr>
          <w:trHeight w:val="508"/>
        </w:trPr>
        <w:tc>
          <w:tcPr>
            <w:tcW w:w="720" w:type="dxa"/>
          </w:tcPr>
          <w:p w:rsidR="00736821" w:rsidRPr="00DC7B46" w:rsidRDefault="00736821" w:rsidP="008230FF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42" w:type="dxa"/>
          </w:tcPr>
          <w:p w:rsidR="00736821" w:rsidRPr="00773B5B" w:rsidRDefault="00736821" w:rsidP="00773B5B">
            <w:pPr>
              <w:pStyle w:val="ListParagraph"/>
              <w:numPr>
                <w:ilvl w:val="0"/>
                <w:numId w:val="37"/>
              </w:numPr>
              <w:tabs>
                <w:tab w:val="clear" w:pos="1103"/>
                <w:tab w:val="num" w:pos="379"/>
              </w:tabs>
              <w:spacing w:before="20" w:after="20"/>
              <w:ind w:left="379" w:hanging="3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3B5B">
              <w:rPr>
                <w:rFonts w:ascii="Arial" w:hAnsi="Arial" w:cs="Arial"/>
                <w:b/>
                <w:bCs/>
                <w:sz w:val="20"/>
                <w:szCs w:val="20"/>
              </w:rPr>
              <w:t>CSSP</w:t>
            </w:r>
          </w:p>
        </w:tc>
        <w:tc>
          <w:tcPr>
            <w:tcW w:w="3823" w:type="dxa"/>
          </w:tcPr>
          <w:p w:rsidR="00736821" w:rsidRPr="00DC7B46" w:rsidRDefault="00736821" w:rsidP="00775A84">
            <w:pPr>
              <w:numPr>
                <w:ilvl w:val="0"/>
                <w:numId w:val="15"/>
              </w:numPr>
              <w:tabs>
                <w:tab w:val="clear" w:pos="720"/>
                <w:tab w:val="num" w:pos="378"/>
              </w:tabs>
              <w:ind w:left="378"/>
              <w:rPr>
                <w:rFonts w:ascii="Arial" w:hAnsi="Arial" w:cs="Arial"/>
                <w:sz w:val="20"/>
                <w:szCs w:val="20"/>
              </w:rPr>
            </w:pPr>
            <w:r w:rsidRPr="00DC7B46">
              <w:rPr>
                <w:rFonts w:ascii="Arial" w:hAnsi="Arial" w:cs="Arial"/>
                <w:sz w:val="20"/>
                <w:szCs w:val="20"/>
              </w:rPr>
              <w:t>Formation of sub-committee</w:t>
            </w:r>
          </w:p>
          <w:p w:rsidR="00736821" w:rsidRPr="00DC7B46" w:rsidRDefault="00736821" w:rsidP="00121A13">
            <w:pPr>
              <w:numPr>
                <w:ilvl w:val="0"/>
                <w:numId w:val="15"/>
              </w:numPr>
              <w:tabs>
                <w:tab w:val="clear" w:pos="720"/>
                <w:tab w:val="num" w:pos="378"/>
              </w:tabs>
              <w:ind w:left="3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Work Program</w:t>
            </w:r>
          </w:p>
        </w:tc>
        <w:tc>
          <w:tcPr>
            <w:tcW w:w="4399" w:type="dxa"/>
          </w:tcPr>
          <w:p w:rsidR="00736821" w:rsidRPr="00DC7B46" w:rsidRDefault="00736821" w:rsidP="00D75954">
            <w:pPr>
              <w:pStyle w:val="ListParagraph"/>
              <w:spacing w:before="20" w:after="2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2" w:type="dxa"/>
          </w:tcPr>
          <w:p w:rsidR="00736821" w:rsidRPr="00DC7B46" w:rsidRDefault="00736821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736821" w:rsidRPr="00DC7B46" w:rsidRDefault="00736821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6821" w:rsidRPr="008230FF">
        <w:trPr>
          <w:trHeight w:val="508"/>
        </w:trPr>
        <w:tc>
          <w:tcPr>
            <w:tcW w:w="720" w:type="dxa"/>
          </w:tcPr>
          <w:p w:rsidR="00736821" w:rsidRPr="00DC7B46" w:rsidRDefault="00736821" w:rsidP="008230FF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42" w:type="dxa"/>
          </w:tcPr>
          <w:p w:rsidR="00736821" w:rsidRPr="00773B5B" w:rsidRDefault="00736821" w:rsidP="00773B5B">
            <w:pPr>
              <w:pStyle w:val="ListParagraph"/>
              <w:numPr>
                <w:ilvl w:val="0"/>
                <w:numId w:val="37"/>
              </w:numPr>
              <w:tabs>
                <w:tab w:val="clear" w:pos="1103"/>
                <w:tab w:val="num" w:pos="379"/>
              </w:tabs>
              <w:spacing w:before="20" w:after="20"/>
              <w:ind w:left="379" w:hanging="3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3B5B">
              <w:rPr>
                <w:rFonts w:ascii="Arial" w:hAnsi="Arial" w:cs="Arial"/>
                <w:b/>
                <w:bCs/>
                <w:sz w:val="20"/>
                <w:szCs w:val="20"/>
              </w:rPr>
              <w:t>Clinical Placement Data System</w:t>
            </w:r>
          </w:p>
        </w:tc>
        <w:tc>
          <w:tcPr>
            <w:tcW w:w="3823" w:type="dxa"/>
          </w:tcPr>
          <w:p w:rsidR="00736821" w:rsidRDefault="00736821" w:rsidP="00121A13">
            <w:pPr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DC7B46">
              <w:rPr>
                <w:rFonts w:ascii="Arial" w:hAnsi="Arial" w:cs="Arial"/>
                <w:sz w:val="20"/>
                <w:szCs w:val="20"/>
              </w:rPr>
              <w:t>Update on Darwin &amp; Alice Springs workshops.</w:t>
            </w:r>
          </w:p>
          <w:p w:rsidR="00736821" w:rsidRDefault="00736821" w:rsidP="00121A13">
            <w:pPr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Completion of specifications</w:t>
            </w:r>
          </w:p>
          <w:p w:rsidR="00736821" w:rsidRDefault="00736821" w:rsidP="00121A13">
            <w:pPr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z w:val="20"/>
                <w:szCs w:val="20"/>
                <w:lang w:val="en-AU"/>
              </w:rPr>
              <w:t>Dialog Information Technology won the contract to:</w:t>
            </w:r>
          </w:p>
          <w:p w:rsidR="00736821" w:rsidRDefault="00736821" w:rsidP="00121A13">
            <w:pPr>
              <w:numPr>
                <w:ilvl w:val="1"/>
                <w:numId w:val="35"/>
              </w:numPr>
              <w:rPr>
                <w:rFonts w:ascii="Arial" w:hAnsi="Arial" w:cs="Arial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z w:val="20"/>
                <w:szCs w:val="20"/>
                <w:lang w:val="en-AU"/>
              </w:rPr>
              <w:t>Produce Functional Requirement Specifications</w:t>
            </w:r>
          </w:p>
          <w:p w:rsidR="00736821" w:rsidRPr="00121A13" w:rsidRDefault="00736821" w:rsidP="00121A13">
            <w:pPr>
              <w:numPr>
                <w:ilvl w:val="1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AU"/>
              </w:rPr>
              <w:t>Architecture design to support external client access.</w:t>
            </w:r>
          </w:p>
        </w:tc>
        <w:tc>
          <w:tcPr>
            <w:tcW w:w="4399" w:type="dxa"/>
          </w:tcPr>
          <w:p w:rsidR="00736821" w:rsidRPr="00DC7B46" w:rsidRDefault="00736821" w:rsidP="00D75954">
            <w:pPr>
              <w:pStyle w:val="ListParagraph"/>
              <w:spacing w:before="20" w:after="2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2" w:type="dxa"/>
          </w:tcPr>
          <w:p w:rsidR="00736821" w:rsidRPr="00DC7B46" w:rsidRDefault="00736821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736821" w:rsidRPr="00DC7B46" w:rsidRDefault="00736821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6821" w:rsidRPr="008230FF">
        <w:trPr>
          <w:trHeight w:val="508"/>
        </w:trPr>
        <w:tc>
          <w:tcPr>
            <w:tcW w:w="720" w:type="dxa"/>
          </w:tcPr>
          <w:p w:rsidR="00736821" w:rsidRPr="00DC7B46" w:rsidRDefault="00736821" w:rsidP="008230FF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42" w:type="dxa"/>
          </w:tcPr>
          <w:p w:rsidR="00736821" w:rsidRPr="00773B5B" w:rsidRDefault="00736821" w:rsidP="00773B5B">
            <w:pPr>
              <w:pStyle w:val="ListParagraph"/>
              <w:numPr>
                <w:ilvl w:val="0"/>
                <w:numId w:val="37"/>
              </w:numPr>
              <w:tabs>
                <w:tab w:val="clear" w:pos="1103"/>
                <w:tab w:val="num" w:pos="379"/>
              </w:tabs>
              <w:spacing w:before="20" w:after="20"/>
              <w:ind w:left="379" w:hanging="3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3B5B">
              <w:rPr>
                <w:rFonts w:ascii="Arial" w:hAnsi="Arial" w:cs="Arial"/>
                <w:b/>
                <w:bCs/>
                <w:sz w:val="20"/>
                <w:szCs w:val="20"/>
              </w:rPr>
              <w:t>Innovation Fund</w:t>
            </w:r>
          </w:p>
        </w:tc>
        <w:tc>
          <w:tcPr>
            <w:tcW w:w="3823" w:type="dxa"/>
          </w:tcPr>
          <w:p w:rsidR="00736821" w:rsidRPr="00DC7B46" w:rsidRDefault="00736821" w:rsidP="00775A84">
            <w:pPr>
              <w:numPr>
                <w:ilvl w:val="0"/>
                <w:numId w:val="7"/>
              </w:numPr>
              <w:tabs>
                <w:tab w:val="clear" w:pos="720"/>
                <w:tab w:val="num" w:pos="378"/>
              </w:tabs>
              <w:ind w:left="378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DC7B46">
              <w:rPr>
                <w:rFonts w:ascii="Arial" w:hAnsi="Arial" w:cs="Arial"/>
                <w:sz w:val="20"/>
                <w:szCs w:val="20"/>
                <w:lang w:val="en-AU"/>
              </w:rPr>
              <w:t xml:space="preserve">Formation of </w:t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t xml:space="preserve">Innovation Fund </w:t>
            </w:r>
            <w:r w:rsidRPr="00DC7B46">
              <w:rPr>
                <w:rFonts w:ascii="Arial" w:hAnsi="Arial" w:cs="Arial"/>
                <w:sz w:val="20"/>
                <w:szCs w:val="20"/>
                <w:lang w:val="en-AU"/>
              </w:rPr>
              <w:t>sub committee</w:t>
            </w:r>
          </w:p>
          <w:p w:rsidR="00736821" w:rsidRPr="00DC7B46" w:rsidRDefault="00736821" w:rsidP="00775A84">
            <w:pPr>
              <w:numPr>
                <w:ilvl w:val="0"/>
                <w:numId w:val="7"/>
              </w:numPr>
              <w:tabs>
                <w:tab w:val="clear" w:pos="720"/>
                <w:tab w:val="num" w:pos="378"/>
              </w:tabs>
              <w:ind w:left="378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DC7B46">
              <w:rPr>
                <w:rFonts w:ascii="Arial" w:hAnsi="Arial" w:cs="Arial"/>
                <w:sz w:val="20"/>
                <w:szCs w:val="20"/>
                <w:lang w:val="en-AU"/>
              </w:rPr>
              <w:t>Determine rules of distributing funding by the sub-committee</w:t>
            </w:r>
          </w:p>
        </w:tc>
        <w:tc>
          <w:tcPr>
            <w:tcW w:w="4399" w:type="dxa"/>
          </w:tcPr>
          <w:p w:rsidR="00736821" w:rsidRPr="00DC7B46" w:rsidRDefault="00736821" w:rsidP="00D75954">
            <w:pPr>
              <w:pStyle w:val="ListParagraph"/>
              <w:spacing w:before="20" w:after="2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2" w:type="dxa"/>
          </w:tcPr>
          <w:p w:rsidR="00736821" w:rsidRPr="00DC7B46" w:rsidRDefault="00736821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736821" w:rsidRPr="00DC7B46" w:rsidRDefault="00736821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6821" w:rsidRPr="008230FF">
        <w:trPr>
          <w:trHeight w:val="508"/>
        </w:trPr>
        <w:tc>
          <w:tcPr>
            <w:tcW w:w="720" w:type="dxa"/>
          </w:tcPr>
          <w:p w:rsidR="00736821" w:rsidRPr="00DC7B46" w:rsidRDefault="00736821" w:rsidP="008230FF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42" w:type="dxa"/>
          </w:tcPr>
          <w:p w:rsidR="00736821" w:rsidRPr="00773B5B" w:rsidRDefault="00736821" w:rsidP="00773B5B">
            <w:pPr>
              <w:pStyle w:val="ListParagraph"/>
              <w:numPr>
                <w:ilvl w:val="0"/>
                <w:numId w:val="37"/>
              </w:numPr>
              <w:tabs>
                <w:tab w:val="clear" w:pos="1103"/>
                <w:tab w:val="num" w:pos="379"/>
              </w:tabs>
              <w:spacing w:before="20" w:after="20"/>
              <w:ind w:left="379" w:hanging="3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3B5B">
              <w:rPr>
                <w:rFonts w:ascii="Arial" w:hAnsi="Arial" w:cs="Arial"/>
                <w:b/>
                <w:bCs/>
                <w:sz w:val="20"/>
                <w:szCs w:val="20"/>
              </w:rPr>
              <w:t>GNARTN</w:t>
            </w:r>
          </w:p>
        </w:tc>
        <w:tc>
          <w:tcPr>
            <w:tcW w:w="3823" w:type="dxa"/>
          </w:tcPr>
          <w:p w:rsidR="00736821" w:rsidRDefault="00736821" w:rsidP="00DC7B46">
            <w:pPr>
              <w:numPr>
                <w:ilvl w:val="0"/>
                <w:numId w:val="34"/>
              </w:numPr>
              <w:tabs>
                <w:tab w:val="clear" w:pos="738"/>
                <w:tab w:val="num" w:pos="378"/>
              </w:tabs>
              <w:ind w:hanging="720"/>
              <w:rPr>
                <w:rFonts w:ascii="Arial" w:hAnsi="Arial" w:cs="Arial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z w:val="20"/>
                <w:szCs w:val="20"/>
                <w:lang w:val="en-AU"/>
              </w:rPr>
              <w:t>Update on ongoing projects</w:t>
            </w:r>
          </w:p>
          <w:p w:rsidR="00736821" w:rsidRPr="00121A13" w:rsidRDefault="00736821" w:rsidP="00121A13">
            <w:pPr>
              <w:numPr>
                <w:ilvl w:val="0"/>
                <w:numId w:val="34"/>
              </w:numPr>
              <w:tabs>
                <w:tab w:val="clear" w:pos="738"/>
                <w:tab w:val="num" w:pos="378"/>
              </w:tabs>
              <w:ind w:hanging="720"/>
              <w:rPr>
                <w:rFonts w:ascii="Arial" w:hAnsi="Arial" w:cs="Arial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z w:val="20"/>
                <w:szCs w:val="20"/>
                <w:lang w:val="en-AU"/>
              </w:rPr>
              <w:t>Future direction</w:t>
            </w:r>
          </w:p>
        </w:tc>
        <w:tc>
          <w:tcPr>
            <w:tcW w:w="4399" w:type="dxa"/>
          </w:tcPr>
          <w:p w:rsidR="00736821" w:rsidRPr="00DC7B46" w:rsidRDefault="00736821" w:rsidP="00D75954">
            <w:pPr>
              <w:pStyle w:val="ListParagraph"/>
              <w:spacing w:before="20" w:after="2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2" w:type="dxa"/>
          </w:tcPr>
          <w:p w:rsidR="00736821" w:rsidRPr="00DC7B46" w:rsidRDefault="00736821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736821" w:rsidRPr="00DC7B46" w:rsidRDefault="00736821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6821" w:rsidRPr="008230FF">
        <w:trPr>
          <w:trHeight w:val="508"/>
        </w:trPr>
        <w:tc>
          <w:tcPr>
            <w:tcW w:w="720" w:type="dxa"/>
          </w:tcPr>
          <w:p w:rsidR="00736821" w:rsidRPr="00DC7B46" w:rsidRDefault="00736821" w:rsidP="008230FF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42" w:type="dxa"/>
          </w:tcPr>
          <w:p w:rsidR="00736821" w:rsidRPr="00773B5B" w:rsidRDefault="00736821" w:rsidP="00773B5B">
            <w:pPr>
              <w:pStyle w:val="ListParagraph"/>
              <w:numPr>
                <w:ilvl w:val="0"/>
                <w:numId w:val="37"/>
              </w:numPr>
              <w:tabs>
                <w:tab w:val="clear" w:pos="1103"/>
                <w:tab w:val="num" w:pos="379"/>
              </w:tabs>
              <w:spacing w:before="20" w:after="20"/>
              <w:ind w:left="379" w:hanging="3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3B5B">
              <w:rPr>
                <w:rFonts w:ascii="Arial" w:hAnsi="Arial" w:cs="Arial"/>
                <w:b/>
                <w:bCs/>
                <w:sz w:val="20"/>
                <w:szCs w:val="20"/>
              </w:rPr>
              <w:t>Information sharing/updates</w:t>
            </w:r>
          </w:p>
        </w:tc>
        <w:tc>
          <w:tcPr>
            <w:tcW w:w="3823" w:type="dxa"/>
          </w:tcPr>
          <w:p w:rsidR="00736821" w:rsidRDefault="00736821" w:rsidP="00500296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</w:p>
        </w:tc>
        <w:tc>
          <w:tcPr>
            <w:tcW w:w="4399" w:type="dxa"/>
          </w:tcPr>
          <w:p w:rsidR="00736821" w:rsidRPr="00DC7B46" w:rsidRDefault="00736821" w:rsidP="00D75954">
            <w:pPr>
              <w:pStyle w:val="ListParagraph"/>
              <w:spacing w:before="20" w:after="2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2" w:type="dxa"/>
          </w:tcPr>
          <w:p w:rsidR="00736821" w:rsidRPr="00DC7B46" w:rsidRDefault="00736821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736821" w:rsidRPr="00DC7B46" w:rsidRDefault="00736821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6821" w:rsidRPr="008230FF">
        <w:trPr>
          <w:trHeight w:val="508"/>
        </w:trPr>
        <w:tc>
          <w:tcPr>
            <w:tcW w:w="720" w:type="dxa"/>
          </w:tcPr>
          <w:p w:rsidR="00736821" w:rsidRPr="00DC7B46" w:rsidRDefault="00736821" w:rsidP="008230FF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42" w:type="dxa"/>
          </w:tcPr>
          <w:p w:rsidR="00736821" w:rsidRPr="00773B5B" w:rsidRDefault="00736821" w:rsidP="00773B5B">
            <w:pPr>
              <w:pStyle w:val="ListParagraph"/>
              <w:numPr>
                <w:ilvl w:val="0"/>
                <w:numId w:val="37"/>
              </w:numPr>
              <w:tabs>
                <w:tab w:val="clear" w:pos="1103"/>
                <w:tab w:val="num" w:pos="379"/>
              </w:tabs>
              <w:spacing w:before="20" w:after="20"/>
              <w:ind w:left="379" w:hanging="3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3B5B">
              <w:rPr>
                <w:rFonts w:ascii="Arial" w:hAnsi="Arial" w:cs="Arial"/>
                <w:b/>
                <w:bCs/>
                <w:sz w:val="20"/>
                <w:szCs w:val="20"/>
              </w:rPr>
              <w:t>Project Plan Progress</w:t>
            </w:r>
          </w:p>
        </w:tc>
        <w:tc>
          <w:tcPr>
            <w:tcW w:w="3823" w:type="dxa"/>
          </w:tcPr>
          <w:p w:rsidR="00736821" w:rsidRDefault="00736821" w:rsidP="00500296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</w:p>
        </w:tc>
        <w:tc>
          <w:tcPr>
            <w:tcW w:w="4399" w:type="dxa"/>
          </w:tcPr>
          <w:p w:rsidR="00736821" w:rsidRPr="00DC7B46" w:rsidRDefault="00736821" w:rsidP="00D75954">
            <w:pPr>
              <w:pStyle w:val="ListParagraph"/>
              <w:spacing w:before="20" w:after="2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2" w:type="dxa"/>
          </w:tcPr>
          <w:p w:rsidR="00736821" w:rsidRPr="00DC7B46" w:rsidRDefault="00736821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736821" w:rsidRPr="00DC7B46" w:rsidRDefault="00736821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6821" w:rsidRPr="008230FF">
        <w:trPr>
          <w:trHeight w:val="508"/>
        </w:trPr>
        <w:tc>
          <w:tcPr>
            <w:tcW w:w="720" w:type="dxa"/>
            <w:shd w:val="clear" w:color="auto" w:fill="DBE5F1"/>
          </w:tcPr>
          <w:p w:rsidR="00736821" w:rsidRPr="00DC7B46" w:rsidRDefault="00736821" w:rsidP="00121A1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DC7B46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042" w:type="dxa"/>
            <w:shd w:val="clear" w:color="auto" w:fill="DBE5F1"/>
          </w:tcPr>
          <w:p w:rsidR="00736821" w:rsidRPr="00DC7B46" w:rsidRDefault="00736821" w:rsidP="0086403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Other</w:t>
            </w:r>
            <w:r w:rsidRPr="00DC7B4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business</w:t>
            </w:r>
          </w:p>
        </w:tc>
        <w:tc>
          <w:tcPr>
            <w:tcW w:w="3823" w:type="dxa"/>
            <w:shd w:val="clear" w:color="auto" w:fill="DBE5F1"/>
          </w:tcPr>
          <w:p w:rsidR="00736821" w:rsidRPr="00DC7B46" w:rsidRDefault="00736821" w:rsidP="0086403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99" w:type="dxa"/>
            <w:shd w:val="clear" w:color="auto" w:fill="DBE5F1"/>
          </w:tcPr>
          <w:p w:rsidR="00736821" w:rsidRPr="00DC7B46" w:rsidRDefault="00736821" w:rsidP="0086403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2" w:type="dxa"/>
            <w:shd w:val="clear" w:color="auto" w:fill="DBE5F1"/>
          </w:tcPr>
          <w:p w:rsidR="00736821" w:rsidRPr="00DC7B46" w:rsidRDefault="00736821" w:rsidP="008640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DBE5F1"/>
          </w:tcPr>
          <w:p w:rsidR="00736821" w:rsidRPr="00DC7B46" w:rsidRDefault="00736821" w:rsidP="008640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6821" w:rsidRPr="008230FF">
        <w:trPr>
          <w:trHeight w:val="443"/>
        </w:trPr>
        <w:tc>
          <w:tcPr>
            <w:tcW w:w="720" w:type="dxa"/>
            <w:shd w:val="clear" w:color="auto" w:fill="DBE5F1"/>
          </w:tcPr>
          <w:p w:rsidR="00736821" w:rsidRPr="00DC7B46" w:rsidRDefault="00736821" w:rsidP="00644B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C7B46"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3042" w:type="dxa"/>
            <w:shd w:val="clear" w:color="auto" w:fill="DBE5F1"/>
          </w:tcPr>
          <w:p w:rsidR="00736821" w:rsidRPr="00DC7B46" w:rsidRDefault="00736821" w:rsidP="00644B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C7B4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Correspondence In / Out </w:t>
            </w:r>
          </w:p>
        </w:tc>
        <w:tc>
          <w:tcPr>
            <w:tcW w:w="3823" w:type="dxa"/>
            <w:shd w:val="clear" w:color="auto" w:fill="DBE5F1"/>
          </w:tcPr>
          <w:p w:rsidR="00736821" w:rsidRPr="00121A13" w:rsidRDefault="00736821" w:rsidP="00DC7B46">
            <w:pPr>
              <w:numPr>
                <w:ilvl w:val="0"/>
                <w:numId w:val="10"/>
              </w:numPr>
              <w:tabs>
                <w:tab w:val="clear" w:pos="720"/>
                <w:tab w:val="num" w:pos="378"/>
              </w:tabs>
              <w:ind w:hanging="70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4399" w:type="dxa"/>
            <w:shd w:val="clear" w:color="auto" w:fill="DBE5F1"/>
          </w:tcPr>
          <w:p w:rsidR="00736821" w:rsidRPr="00DC7B46" w:rsidRDefault="00736821" w:rsidP="00951BD7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DBE5F1"/>
          </w:tcPr>
          <w:p w:rsidR="00736821" w:rsidRPr="00DC7B46" w:rsidRDefault="00736821" w:rsidP="00644B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DBE5F1"/>
          </w:tcPr>
          <w:p w:rsidR="00736821" w:rsidRPr="00DC7B46" w:rsidRDefault="00736821" w:rsidP="003E53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6821" w:rsidRPr="008230FF">
        <w:trPr>
          <w:trHeight w:val="90"/>
        </w:trPr>
        <w:tc>
          <w:tcPr>
            <w:tcW w:w="720" w:type="dxa"/>
            <w:shd w:val="clear" w:color="auto" w:fill="DBE5F1"/>
          </w:tcPr>
          <w:p w:rsidR="00736821" w:rsidRPr="00DC7B46" w:rsidRDefault="00736821" w:rsidP="00121A13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7</w:t>
            </w:r>
          </w:p>
        </w:tc>
        <w:tc>
          <w:tcPr>
            <w:tcW w:w="3042" w:type="dxa"/>
            <w:shd w:val="clear" w:color="auto" w:fill="DBE5F1"/>
          </w:tcPr>
          <w:p w:rsidR="00736821" w:rsidRPr="00DC7B46" w:rsidRDefault="00736821" w:rsidP="00644B79">
            <w:pPr>
              <w:rPr>
                <w:rFonts w:ascii="Arial" w:hAnsi="Arial" w:cs="Arial"/>
                <w:b/>
                <w:bCs/>
                <w:color w:val="CC0000"/>
                <w:sz w:val="20"/>
                <w:szCs w:val="20"/>
                <w:highlight w:val="yellow"/>
              </w:rPr>
            </w:pPr>
            <w:r w:rsidRPr="00DC7B46">
              <w:rPr>
                <w:rFonts w:ascii="Arial" w:hAnsi="Arial" w:cs="Arial"/>
                <w:b/>
                <w:bCs/>
                <w:color w:val="CC0000"/>
                <w:sz w:val="20"/>
                <w:szCs w:val="20"/>
                <w:highlight w:val="yellow"/>
              </w:rPr>
              <w:t>Next Meeting</w:t>
            </w:r>
          </w:p>
        </w:tc>
        <w:tc>
          <w:tcPr>
            <w:tcW w:w="3823" w:type="dxa"/>
            <w:shd w:val="clear" w:color="auto" w:fill="DBE5F1"/>
          </w:tcPr>
          <w:p w:rsidR="00736821" w:rsidRPr="00DC7B46" w:rsidRDefault="00736821" w:rsidP="00D4641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399" w:type="dxa"/>
            <w:shd w:val="clear" w:color="auto" w:fill="DBE5F1"/>
          </w:tcPr>
          <w:p w:rsidR="00736821" w:rsidRPr="00DC7B46" w:rsidRDefault="00736821" w:rsidP="00557DC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52" w:type="dxa"/>
            <w:shd w:val="clear" w:color="auto" w:fill="DBE5F1"/>
          </w:tcPr>
          <w:p w:rsidR="00736821" w:rsidRPr="00DC7B46" w:rsidRDefault="00736821" w:rsidP="00644B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DBE5F1"/>
          </w:tcPr>
          <w:p w:rsidR="00736821" w:rsidRPr="00DC7B46" w:rsidRDefault="00736821" w:rsidP="003E53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6821" w:rsidRPr="008230FF">
        <w:tblPrEx>
          <w:tblLook w:val="01E0"/>
        </w:tblPrEx>
        <w:tc>
          <w:tcPr>
            <w:tcW w:w="720" w:type="dxa"/>
          </w:tcPr>
          <w:p w:rsidR="00736821" w:rsidRPr="00DC7B46" w:rsidRDefault="00736821" w:rsidP="00644B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42" w:type="dxa"/>
          </w:tcPr>
          <w:p w:rsidR="00736821" w:rsidRPr="00773B5B" w:rsidRDefault="00736821" w:rsidP="00773B5B">
            <w:pPr>
              <w:pStyle w:val="ListParagraph"/>
              <w:numPr>
                <w:ilvl w:val="0"/>
                <w:numId w:val="41"/>
              </w:numPr>
              <w:ind w:left="379" w:hanging="3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3B5B">
              <w:rPr>
                <w:rFonts w:ascii="Arial" w:hAnsi="Arial" w:cs="Arial"/>
                <w:b/>
                <w:bCs/>
                <w:sz w:val="20"/>
                <w:szCs w:val="20"/>
              </w:rPr>
              <w:t>Date and time</w:t>
            </w:r>
          </w:p>
        </w:tc>
        <w:tc>
          <w:tcPr>
            <w:tcW w:w="3823" w:type="dxa"/>
          </w:tcPr>
          <w:p w:rsidR="00736821" w:rsidRPr="00DC7B46" w:rsidRDefault="00736821" w:rsidP="005916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99" w:type="dxa"/>
          </w:tcPr>
          <w:p w:rsidR="00736821" w:rsidRPr="00DC7B46" w:rsidRDefault="00736821" w:rsidP="008230F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2" w:type="dxa"/>
          </w:tcPr>
          <w:p w:rsidR="00736821" w:rsidRPr="00DC7B46" w:rsidRDefault="00736821" w:rsidP="00906C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736821" w:rsidRPr="00DC7B46" w:rsidRDefault="00736821" w:rsidP="00D10F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6821" w:rsidRPr="008230FF">
        <w:tblPrEx>
          <w:tblLook w:val="01E0"/>
        </w:tblPrEx>
        <w:tc>
          <w:tcPr>
            <w:tcW w:w="720" w:type="dxa"/>
          </w:tcPr>
          <w:p w:rsidR="00736821" w:rsidRPr="00DC7B46" w:rsidRDefault="00736821" w:rsidP="00644B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42" w:type="dxa"/>
          </w:tcPr>
          <w:p w:rsidR="00736821" w:rsidRPr="00773B5B" w:rsidRDefault="00736821" w:rsidP="00773B5B">
            <w:pPr>
              <w:pStyle w:val="ListParagraph"/>
              <w:numPr>
                <w:ilvl w:val="0"/>
                <w:numId w:val="41"/>
              </w:numPr>
              <w:ind w:left="379" w:hanging="3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3B5B">
              <w:rPr>
                <w:rFonts w:ascii="Arial" w:hAnsi="Arial" w:cs="Arial"/>
                <w:b/>
                <w:bCs/>
                <w:sz w:val="20"/>
                <w:szCs w:val="20"/>
              </w:rPr>
              <w:t>Host / Location</w:t>
            </w:r>
          </w:p>
        </w:tc>
        <w:tc>
          <w:tcPr>
            <w:tcW w:w="3823" w:type="dxa"/>
          </w:tcPr>
          <w:p w:rsidR="00736821" w:rsidRPr="00DC7B46" w:rsidRDefault="00736821" w:rsidP="005916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99" w:type="dxa"/>
          </w:tcPr>
          <w:p w:rsidR="00736821" w:rsidRPr="00DC7B46" w:rsidRDefault="00736821" w:rsidP="008230F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2" w:type="dxa"/>
          </w:tcPr>
          <w:p w:rsidR="00736821" w:rsidRPr="00DC7B46" w:rsidRDefault="00736821" w:rsidP="00906C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736821" w:rsidRPr="00DC7B46" w:rsidRDefault="00736821" w:rsidP="00D10F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36821" w:rsidRPr="00A81582" w:rsidRDefault="00736821">
      <w:pPr>
        <w:rPr>
          <w:rFonts w:ascii="Arial" w:hAnsi="Arial" w:cs="Arial"/>
          <w:sz w:val="20"/>
          <w:szCs w:val="20"/>
        </w:rPr>
      </w:pPr>
    </w:p>
    <w:sectPr w:rsidR="00736821" w:rsidRPr="00A81582" w:rsidSect="00951BD7">
      <w:headerReference w:type="default" r:id="rId7"/>
      <w:footerReference w:type="default" r:id="rId8"/>
      <w:pgSz w:w="16838" w:h="11906" w:orient="landscape"/>
      <w:pgMar w:top="1134" w:right="1134" w:bottom="1134" w:left="1134" w:header="18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821" w:rsidRDefault="00736821">
      <w:r>
        <w:separator/>
      </w:r>
    </w:p>
  </w:endnote>
  <w:endnote w:type="continuationSeparator" w:id="0">
    <w:p w:rsidR="00736821" w:rsidRDefault="007368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821" w:rsidRPr="00951BD7" w:rsidRDefault="00736821" w:rsidP="00951BD7">
    <w:pPr>
      <w:pStyle w:val="Footer"/>
      <w:pBdr>
        <w:top w:val="single" w:sz="4" w:space="1" w:color="auto"/>
      </w:pBdr>
    </w:pPr>
    <w:fldSimple w:instr=" DATE \@ &quot;dd/MM/yyyy&quot; ">
      <w:r>
        <w:rPr>
          <w:noProof/>
        </w:rPr>
        <w:t>11/07/2013</w:t>
      </w:r>
    </w:fldSimple>
    <w:r>
      <w:tab/>
    </w:r>
    <w:r>
      <w:tab/>
    </w:r>
    <w:r>
      <w:tab/>
    </w:r>
    <w:r>
      <w:tab/>
    </w:r>
    <w:r>
      <w:tab/>
    </w:r>
    <w:r>
      <w:tab/>
    </w:r>
    <w:r>
      <w:tab/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821" w:rsidRDefault="00736821">
      <w:r>
        <w:separator/>
      </w:r>
    </w:p>
  </w:footnote>
  <w:footnote w:type="continuationSeparator" w:id="0">
    <w:p w:rsidR="00736821" w:rsidRDefault="007368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821" w:rsidRDefault="00736821">
    <w:pPr>
      <w:pStyle w:val="Header"/>
      <w:rPr>
        <w:lang w:val="en-AU"/>
      </w:rPr>
    </w:pPr>
    <w:r w:rsidRPr="00BC547B">
      <w:rPr>
        <w:noProof/>
        <w:lang w:val="en-AU"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7" type="#_x0000_t75" style="width:69.75pt;height:63.75pt;visibility:visible">
          <v:imagedata r:id="rId1" o:title=""/>
        </v:shape>
      </w:pict>
    </w:r>
    <w:r>
      <w:rPr>
        <w:lang w:val="en-AU"/>
      </w:rPr>
      <w:tab/>
    </w:r>
    <w:r>
      <w:rPr>
        <w:lang w:val="en-AU"/>
      </w:rPr>
      <w:tab/>
    </w:r>
    <w:r>
      <w:rPr>
        <w:lang w:val="en-AU"/>
      </w:rPr>
      <w:tab/>
    </w:r>
    <w:r>
      <w:rPr>
        <w:lang w:val="en-AU"/>
      </w:rPr>
      <w:tab/>
    </w:r>
    <w:r>
      <w:rPr>
        <w:lang w:val="en-AU"/>
      </w:rPr>
      <w:tab/>
    </w:r>
    <w:r w:rsidRPr="00BC547B">
      <w:rPr>
        <w:noProof/>
        <w:lang w:val="en-AU" w:eastAsia="en-AU"/>
      </w:rPr>
      <w:pict>
        <v:shape id="Picture 2" o:spid="_x0000_i1028" type="#_x0000_t75" style="width:209.25pt;height:60pt;visibility:visible">
          <v:imagedata r:id="rId2" o:title=""/>
        </v:shape>
      </w:pict>
    </w:r>
  </w:p>
  <w:p w:rsidR="00736821" w:rsidRPr="00F42D79" w:rsidRDefault="00736821">
    <w:pPr>
      <w:pStyle w:val="Header"/>
      <w:rPr>
        <w:lang w:val="en-A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75B7B"/>
    <w:multiLevelType w:val="hybridMultilevel"/>
    <w:tmpl w:val="700A893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8F67416"/>
    <w:multiLevelType w:val="hybridMultilevel"/>
    <w:tmpl w:val="95A8BC42"/>
    <w:lvl w:ilvl="0" w:tplc="0C090017">
      <w:start w:val="1"/>
      <w:numFmt w:val="lowerLetter"/>
      <w:lvlText w:val="%1)"/>
      <w:lvlJc w:val="left"/>
      <w:pPr>
        <w:tabs>
          <w:tab w:val="num" w:pos="1103"/>
        </w:tabs>
        <w:ind w:left="1103" w:hanging="360"/>
      </w:pPr>
    </w:lvl>
    <w:lvl w:ilvl="1" w:tplc="0C090019">
      <w:start w:val="1"/>
      <w:numFmt w:val="lowerLetter"/>
      <w:lvlText w:val="%2."/>
      <w:lvlJc w:val="left"/>
      <w:pPr>
        <w:tabs>
          <w:tab w:val="num" w:pos="1823"/>
        </w:tabs>
        <w:ind w:left="1823" w:hanging="360"/>
      </w:pPr>
    </w:lvl>
    <w:lvl w:ilvl="2" w:tplc="0C09001B">
      <w:start w:val="1"/>
      <w:numFmt w:val="lowerRoman"/>
      <w:lvlText w:val="%3."/>
      <w:lvlJc w:val="right"/>
      <w:pPr>
        <w:tabs>
          <w:tab w:val="num" w:pos="2543"/>
        </w:tabs>
        <w:ind w:left="2543" w:hanging="180"/>
      </w:pPr>
    </w:lvl>
    <w:lvl w:ilvl="3" w:tplc="0C09000F">
      <w:start w:val="1"/>
      <w:numFmt w:val="decimal"/>
      <w:lvlText w:val="%4."/>
      <w:lvlJc w:val="left"/>
      <w:pPr>
        <w:tabs>
          <w:tab w:val="num" w:pos="3263"/>
        </w:tabs>
        <w:ind w:left="3263" w:hanging="360"/>
      </w:pPr>
    </w:lvl>
    <w:lvl w:ilvl="4" w:tplc="0C090019">
      <w:start w:val="1"/>
      <w:numFmt w:val="lowerLetter"/>
      <w:lvlText w:val="%5."/>
      <w:lvlJc w:val="left"/>
      <w:pPr>
        <w:tabs>
          <w:tab w:val="num" w:pos="3983"/>
        </w:tabs>
        <w:ind w:left="3983" w:hanging="360"/>
      </w:pPr>
    </w:lvl>
    <w:lvl w:ilvl="5" w:tplc="0C09001B">
      <w:start w:val="1"/>
      <w:numFmt w:val="lowerRoman"/>
      <w:lvlText w:val="%6."/>
      <w:lvlJc w:val="right"/>
      <w:pPr>
        <w:tabs>
          <w:tab w:val="num" w:pos="4703"/>
        </w:tabs>
        <w:ind w:left="4703" w:hanging="180"/>
      </w:pPr>
    </w:lvl>
    <w:lvl w:ilvl="6" w:tplc="0C09000F">
      <w:start w:val="1"/>
      <w:numFmt w:val="decimal"/>
      <w:lvlText w:val="%7."/>
      <w:lvlJc w:val="left"/>
      <w:pPr>
        <w:tabs>
          <w:tab w:val="num" w:pos="5423"/>
        </w:tabs>
        <w:ind w:left="5423" w:hanging="360"/>
      </w:pPr>
    </w:lvl>
    <w:lvl w:ilvl="7" w:tplc="0C090019">
      <w:start w:val="1"/>
      <w:numFmt w:val="lowerLetter"/>
      <w:lvlText w:val="%8."/>
      <w:lvlJc w:val="left"/>
      <w:pPr>
        <w:tabs>
          <w:tab w:val="num" w:pos="6143"/>
        </w:tabs>
        <w:ind w:left="6143" w:hanging="360"/>
      </w:pPr>
    </w:lvl>
    <w:lvl w:ilvl="8" w:tplc="0C09001B">
      <w:start w:val="1"/>
      <w:numFmt w:val="lowerRoman"/>
      <w:lvlText w:val="%9."/>
      <w:lvlJc w:val="right"/>
      <w:pPr>
        <w:tabs>
          <w:tab w:val="num" w:pos="6863"/>
        </w:tabs>
        <w:ind w:left="6863" w:hanging="180"/>
      </w:pPr>
    </w:lvl>
  </w:abstractNum>
  <w:abstractNum w:abstractNumId="2">
    <w:nsid w:val="16365B1D"/>
    <w:multiLevelType w:val="multilevel"/>
    <w:tmpl w:val="EB78126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CF0A64"/>
    <w:multiLevelType w:val="hybridMultilevel"/>
    <w:tmpl w:val="B6206C62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lowerRoman"/>
      <w:lvlText w:val="%3."/>
      <w:lvlJc w:val="right"/>
      <w:pPr>
        <w:ind w:left="1800" w:hanging="180"/>
      </w:pPr>
    </w:lvl>
    <w:lvl w:ilvl="3" w:tplc="0C09000F">
      <w:start w:val="1"/>
      <w:numFmt w:val="decimal"/>
      <w:lvlText w:val="%4."/>
      <w:lvlJc w:val="left"/>
      <w:pPr>
        <w:ind w:left="2520" w:hanging="360"/>
      </w:pPr>
    </w:lvl>
    <w:lvl w:ilvl="4" w:tplc="0C090019">
      <w:start w:val="1"/>
      <w:numFmt w:val="lowerLetter"/>
      <w:lvlText w:val="%5."/>
      <w:lvlJc w:val="left"/>
      <w:pPr>
        <w:ind w:left="3240" w:hanging="360"/>
      </w:pPr>
    </w:lvl>
    <w:lvl w:ilvl="5" w:tplc="0C09001B">
      <w:start w:val="1"/>
      <w:numFmt w:val="lowerRoman"/>
      <w:lvlText w:val="%6."/>
      <w:lvlJc w:val="right"/>
      <w:pPr>
        <w:ind w:left="3960" w:hanging="180"/>
      </w:pPr>
    </w:lvl>
    <w:lvl w:ilvl="6" w:tplc="0C09000F">
      <w:start w:val="1"/>
      <w:numFmt w:val="decimal"/>
      <w:lvlText w:val="%7."/>
      <w:lvlJc w:val="left"/>
      <w:pPr>
        <w:ind w:left="4680" w:hanging="360"/>
      </w:pPr>
    </w:lvl>
    <w:lvl w:ilvl="7" w:tplc="0C090019">
      <w:start w:val="1"/>
      <w:numFmt w:val="lowerLetter"/>
      <w:lvlText w:val="%8."/>
      <w:lvlJc w:val="left"/>
      <w:pPr>
        <w:ind w:left="5400" w:hanging="360"/>
      </w:pPr>
    </w:lvl>
    <w:lvl w:ilvl="8" w:tplc="0C0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2FE16B5"/>
    <w:multiLevelType w:val="hybridMultilevel"/>
    <w:tmpl w:val="C50E27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4656680"/>
    <w:multiLevelType w:val="hybridMultilevel"/>
    <w:tmpl w:val="F27AF24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AAE1F9B"/>
    <w:multiLevelType w:val="hybridMultilevel"/>
    <w:tmpl w:val="E022FD36"/>
    <w:lvl w:ilvl="0" w:tplc="0C090017">
      <w:start w:val="1"/>
      <w:numFmt w:val="lowerLetter"/>
      <w:lvlText w:val="%1)"/>
      <w:lvlJc w:val="left"/>
      <w:pPr>
        <w:tabs>
          <w:tab w:val="num" w:pos="1103"/>
        </w:tabs>
        <w:ind w:left="1103" w:hanging="360"/>
      </w:pPr>
    </w:lvl>
    <w:lvl w:ilvl="1" w:tplc="0C090001">
      <w:start w:val="1"/>
      <w:numFmt w:val="bullet"/>
      <w:lvlText w:val=""/>
      <w:lvlJc w:val="left"/>
      <w:pPr>
        <w:tabs>
          <w:tab w:val="num" w:pos="1823"/>
        </w:tabs>
        <w:ind w:left="1823" w:hanging="360"/>
      </w:pPr>
      <w:rPr>
        <w:rFonts w:ascii="Symbol" w:hAnsi="Symbol" w:cs="Symbol" w:hint="default"/>
      </w:rPr>
    </w:lvl>
    <w:lvl w:ilvl="2" w:tplc="0C09001B">
      <w:start w:val="1"/>
      <w:numFmt w:val="lowerRoman"/>
      <w:lvlText w:val="%3."/>
      <w:lvlJc w:val="right"/>
      <w:pPr>
        <w:tabs>
          <w:tab w:val="num" w:pos="2543"/>
        </w:tabs>
        <w:ind w:left="2543" w:hanging="180"/>
      </w:pPr>
    </w:lvl>
    <w:lvl w:ilvl="3" w:tplc="0C09000F">
      <w:start w:val="1"/>
      <w:numFmt w:val="decimal"/>
      <w:lvlText w:val="%4."/>
      <w:lvlJc w:val="left"/>
      <w:pPr>
        <w:tabs>
          <w:tab w:val="num" w:pos="3263"/>
        </w:tabs>
        <w:ind w:left="3263" w:hanging="360"/>
      </w:pPr>
    </w:lvl>
    <w:lvl w:ilvl="4" w:tplc="0C090019">
      <w:start w:val="1"/>
      <w:numFmt w:val="lowerLetter"/>
      <w:lvlText w:val="%5."/>
      <w:lvlJc w:val="left"/>
      <w:pPr>
        <w:tabs>
          <w:tab w:val="num" w:pos="3983"/>
        </w:tabs>
        <w:ind w:left="3983" w:hanging="360"/>
      </w:pPr>
    </w:lvl>
    <w:lvl w:ilvl="5" w:tplc="0C09001B">
      <w:start w:val="1"/>
      <w:numFmt w:val="lowerRoman"/>
      <w:lvlText w:val="%6."/>
      <w:lvlJc w:val="right"/>
      <w:pPr>
        <w:tabs>
          <w:tab w:val="num" w:pos="4703"/>
        </w:tabs>
        <w:ind w:left="4703" w:hanging="180"/>
      </w:pPr>
    </w:lvl>
    <w:lvl w:ilvl="6" w:tplc="0C09000F">
      <w:start w:val="1"/>
      <w:numFmt w:val="decimal"/>
      <w:lvlText w:val="%7."/>
      <w:lvlJc w:val="left"/>
      <w:pPr>
        <w:tabs>
          <w:tab w:val="num" w:pos="5423"/>
        </w:tabs>
        <w:ind w:left="5423" w:hanging="360"/>
      </w:pPr>
    </w:lvl>
    <w:lvl w:ilvl="7" w:tplc="0C090019">
      <w:start w:val="1"/>
      <w:numFmt w:val="lowerLetter"/>
      <w:lvlText w:val="%8."/>
      <w:lvlJc w:val="left"/>
      <w:pPr>
        <w:tabs>
          <w:tab w:val="num" w:pos="6143"/>
        </w:tabs>
        <w:ind w:left="6143" w:hanging="360"/>
      </w:pPr>
    </w:lvl>
    <w:lvl w:ilvl="8" w:tplc="0C09001B">
      <w:start w:val="1"/>
      <w:numFmt w:val="lowerRoman"/>
      <w:lvlText w:val="%9."/>
      <w:lvlJc w:val="right"/>
      <w:pPr>
        <w:tabs>
          <w:tab w:val="num" w:pos="6863"/>
        </w:tabs>
        <w:ind w:left="6863" w:hanging="180"/>
      </w:pPr>
    </w:lvl>
  </w:abstractNum>
  <w:abstractNum w:abstractNumId="7">
    <w:nsid w:val="2E24489F"/>
    <w:multiLevelType w:val="hybridMultilevel"/>
    <w:tmpl w:val="8422A68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C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>
    <w:nsid w:val="303F1114"/>
    <w:multiLevelType w:val="multilevel"/>
    <w:tmpl w:val="C82A665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6F522B"/>
    <w:multiLevelType w:val="hybridMultilevel"/>
    <w:tmpl w:val="4D648756"/>
    <w:lvl w:ilvl="0" w:tplc="0C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2B6B48"/>
    <w:multiLevelType w:val="hybridMultilevel"/>
    <w:tmpl w:val="D806DA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2EB0C7F"/>
    <w:multiLevelType w:val="hybridMultilevel"/>
    <w:tmpl w:val="0C18745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3709074F"/>
    <w:multiLevelType w:val="hybridMultilevel"/>
    <w:tmpl w:val="344464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B637925"/>
    <w:multiLevelType w:val="hybridMultilevel"/>
    <w:tmpl w:val="8794A03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3DEC4E48"/>
    <w:multiLevelType w:val="hybridMultilevel"/>
    <w:tmpl w:val="12AE219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1B">
      <w:start w:val="1"/>
      <w:numFmt w:val="lowerRoman"/>
      <w:lvlText w:val="%3."/>
      <w:lvlJc w:val="right"/>
      <w:pPr>
        <w:ind w:left="2520" w:hanging="180"/>
      </w:pPr>
    </w:lvl>
    <w:lvl w:ilvl="3" w:tplc="0C09000F">
      <w:start w:val="1"/>
      <w:numFmt w:val="decimal"/>
      <w:lvlText w:val="%4."/>
      <w:lvlJc w:val="left"/>
      <w:pPr>
        <w:ind w:left="3240" w:hanging="360"/>
      </w:pPr>
    </w:lvl>
    <w:lvl w:ilvl="4" w:tplc="0C090019">
      <w:start w:val="1"/>
      <w:numFmt w:val="lowerLetter"/>
      <w:lvlText w:val="%5."/>
      <w:lvlJc w:val="left"/>
      <w:pPr>
        <w:ind w:left="3960" w:hanging="360"/>
      </w:pPr>
    </w:lvl>
    <w:lvl w:ilvl="5" w:tplc="0C09001B">
      <w:start w:val="1"/>
      <w:numFmt w:val="lowerRoman"/>
      <w:lvlText w:val="%6."/>
      <w:lvlJc w:val="right"/>
      <w:pPr>
        <w:ind w:left="4680" w:hanging="180"/>
      </w:pPr>
    </w:lvl>
    <w:lvl w:ilvl="6" w:tplc="0C09000F">
      <w:start w:val="1"/>
      <w:numFmt w:val="decimal"/>
      <w:lvlText w:val="%7."/>
      <w:lvlJc w:val="left"/>
      <w:pPr>
        <w:ind w:left="5400" w:hanging="360"/>
      </w:pPr>
    </w:lvl>
    <w:lvl w:ilvl="7" w:tplc="0C090019">
      <w:start w:val="1"/>
      <w:numFmt w:val="lowerLetter"/>
      <w:lvlText w:val="%8."/>
      <w:lvlJc w:val="left"/>
      <w:pPr>
        <w:ind w:left="6120" w:hanging="360"/>
      </w:pPr>
    </w:lvl>
    <w:lvl w:ilvl="8" w:tplc="0C0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EA166D4"/>
    <w:multiLevelType w:val="hybridMultilevel"/>
    <w:tmpl w:val="0E3C68D6"/>
    <w:lvl w:ilvl="0" w:tplc="22322A7C">
      <w:start w:val="1"/>
      <w:numFmt w:val="lowerRoman"/>
      <w:lvlText w:val="%1."/>
      <w:lvlJc w:val="left"/>
      <w:pPr>
        <w:ind w:left="90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620" w:hanging="360"/>
      </w:pPr>
    </w:lvl>
    <w:lvl w:ilvl="2" w:tplc="0C09001B">
      <w:start w:val="1"/>
      <w:numFmt w:val="lowerRoman"/>
      <w:lvlText w:val="%3."/>
      <w:lvlJc w:val="right"/>
      <w:pPr>
        <w:ind w:left="2340" w:hanging="180"/>
      </w:pPr>
    </w:lvl>
    <w:lvl w:ilvl="3" w:tplc="0C09000F">
      <w:start w:val="1"/>
      <w:numFmt w:val="decimal"/>
      <w:lvlText w:val="%4."/>
      <w:lvlJc w:val="left"/>
      <w:pPr>
        <w:ind w:left="3060" w:hanging="360"/>
      </w:pPr>
    </w:lvl>
    <w:lvl w:ilvl="4" w:tplc="0C090019">
      <w:start w:val="1"/>
      <w:numFmt w:val="lowerLetter"/>
      <w:lvlText w:val="%5."/>
      <w:lvlJc w:val="left"/>
      <w:pPr>
        <w:ind w:left="3780" w:hanging="360"/>
      </w:pPr>
    </w:lvl>
    <w:lvl w:ilvl="5" w:tplc="0C09001B">
      <w:start w:val="1"/>
      <w:numFmt w:val="lowerRoman"/>
      <w:lvlText w:val="%6."/>
      <w:lvlJc w:val="right"/>
      <w:pPr>
        <w:ind w:left="4500" w:hanging="180"/>
      </w:pPr>
    </w:lvl>
    <w:lvl w:ilvl="6" w:tplc="0C09000F">
      <w:start w:val="1"/>
      <w:numFmt w:val="decimal"/>
      <w:lvlText w:val="%7."/>
      <w:lvlJc w:val="left"/>
      <w:pPr>
        <w:ind w:left="5220" w:hanging="360"/>
      </w:pPr>
    </w:lvl>
    <w:lvl w:ilvl="7" w:tplc="0C090019">
      <w:start w:val="1"/>
      <w:numFmt w:val="lowerLetter"/>
      <w:lvlText w:val="%8."/>
      <w:lvlJc w:val="left"/>
      <w:pPr>
        <w:ind w:left="5940" w:hanging="360"/>
      </w:pPr>
    </w:lvl>
    <w:lvl w:ilvl="8" w:tplc="0C09001B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8F82248"/>
    <w:multiLevelType w:val="hybridMultilevel"/>
    <w:tmpl w:val="B2B2C65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A0D1403"/>
    <w:multiLevelType w:val="hybridMultilevel"/>
    <w:tmpl w:val="E15C20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BD3303B"/>
    <w:multiLevelType w:val="hybridMultilevel"/>
    <w:tmpl w:val="EB0A7CE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CC72548"/>
    <w:multiLevelType w:val="multilevel"/>
    <w:tmpl w:val="61A20D6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DE347B7"/>
    <w:multiLevelType w:val="hybridMultilevel"/>
    <w:tmpl w:val="6DC82240"/>
    <w:lvl w:ilvl="0" w:tplc="0C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cs="Symbol" w:hint="default"/>
      </w:rPr>
    </w:lvl>
    <w:lvl w:ilvl="1" w:tplc="0C09000B">
      <w:start w:val="1"/>
      <w:numFmt w:val="bullet"/>
      <w:lvlText w:val=""/>
      <w:lvlJc w:val="left"/>
      <w:pPr>
        <w:tabs>
          <w:tab w:val="num" w:pos="1458"/>
        </w:tabs>
        <w:ind w:left="1458" w:hanging="360"/>
      </w:pPr>
      <w:rPr>
        <w:rFonts w:ascii="Wingdings" w:hAnsi="Wingdings" w:cs="Wingdings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cs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cs="Symbol" w:hint="default"/>
      </w:rPr>
    </w:lvl>
    <w:lvl w:ilvl="4" w:tplc="0C090003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cs="Wingdings" w:hint="default"/>
      </w:rPr>
    </w:lvl>
    <w:lvl w:ilvl="6" w:tplc="0C09000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cs="Symbol" w:hint="default"/>
      </w:rPr>
    </w:lvl>
    <w:lvl w:ilvl="7" w:tplc="0C090003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cs="Wingdings" w:hint="default"/>
      </w:rPr>
    </w:lvl>
  </w:abstractNum>
  <w:abstractNum w:abstractNumId="21">
    <w:nsid w:val="50411813"/>
    <w:multiLevelType w:val="multilevel"/>
    <w:tmpl w:val="E022FD36"/>
    <w:lvl w:ilvl="0">
      <w:start w:val="1"/>
      <w:numFmt w:val="lowerLetter"/>
      <w:lvlText w:val="%1)"/>
      <w:lvlJc w:val="left"/>
      <w:pPr>
        <w:tabs>
          <w:tab w:val="num" w:pos="1103"/>
        </w:tabs>
        <w:ind w:left="1103" w:hanging="360"/>
      </w:pPr>
    </w:lvl>
    <w:lvl w:ilvl="1">
      <w:start w:val="1"/>
      <w:numFmt w:val="bullet"/>
      <w:lvlText w:val=""/>
      <w:lvlJc w:val="left"/>
      <w:pPr>
        <w:tabs>
          <w:tab w:val="num" w:pos="1823"/>
        </w:tabs>
        <w:ind w:left="1823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543"/>
        </w:tabs>
        <w:ind w:left="2543" w:hanging="180"/>
      </w:pPr>
    </w:lvl>
    <w:lvl w:ilvl="3">
      <w:start w:val="1"/>
      <w:numFmt w:val="decimal"/>
      <w:lvlText w:val="%4."/>
      <w:lvlJc w:val="left"/>
      <w:pPr>
        <w:tabs>
          <w:tab w:val="num" w:pos="3263"/>
        </w:tabs>
        <w:ind w:left="3263" w:hanging="360"/>
      </w:pPr>
    </w:lvl>
    <w:lvl w:ilvl="4">
      <w:start w:val="1"/>
      <w:numFmt w:val="lowerLetter"/>
      <w:lvlText w:val="%5."/>
      <w:lvlJc w:val="left"/>
      <w:pPr>
        <w:tabs>
          <w:tab w:val="num" w:pos="3983"/>
        </w:tabs>
        <w:ind w:left="3983" w:hanging="360"/>
      </w:pPr>
    </w:lvl>
    <w:lvl w:ilvl="5">
      <w:start w:val="1"/>
      <w:numFmt w:val="lowerRoman"/>
      <w:lvlText w:val="%6."/>
      <w:lvlJc w:val="right"/>
      <w:pPr>
        <w:tabs>
          <w:tab w:val="num" w:pos="4703"/>
        </w:tabs>
        <w:ind w:left="4703" w:hanging="180"/>
      </w:pPr>
    </w:lvl>
    <w:lvl w:ilvl="6">
      <w:start w:val="1"/>
      <w:numFmt w:val="decimal"/>
      <w:lvlText w:val="%7."/>
      <w:lvlJc w:val="left"/>
      <w:pPr>
        <w:tabs>
          <w:tab w:val="num" w:pos="5423"/>
        </w:tabs>
        <w:ind w:left="5423" w:hanging="360"/>
      </w:pPr>
    </w:lvl>
    <w:lvl w:ilvl="7">
      <w:start w:val="1"/>
      <w:numFmt w:val="lowerLetter"/>
      <w:lvlText w:val="%8."/>
      <w:lvlJc w:val="left"/>
      <w:pPr>
        <w:tabs>
          <w:tab w:val="num" w:pos="6143"/>
        </w:tabs>
        <w:ind w:left="6143" w:hanging="360"/>
      </w:pPr>
    </w:lvl>
    <w:lvl w:ilvl="8">
      <w:start w:val="1"/>
      <w:numFmt w:val="lowerRoman"/>
      <w:lvlText w:val="%9."/>
      <w:lvlJc w:val="right"/>
      <w:pPr>
        <w:tabs>
          <w:tab w:val="num" w:pos="6863"/>
        </w:tabs>
        <w:ind w:left="6863" w:hanging="180"/>
      </w:pPr>
    </w:lvl>
  </w:abstractNum>
  <w:abstractNum w:abstractNumId="22">
    <w:nsid w:val="521B1F43"/>
    <w:multiLevelType w:val="multilevel"/>
    <w:tmpl w:val="1C00AEB8"/>
    <w:lvl w:ilvl="0">
      <w:start w:val="1"/>
      <w:numFmt w:val="lowerLetter"/>
      <w:lvlText w:val="%1."/>
      <w:lvlJc w:val="left"/>
      <w:pPr>
        <w:ind w:left="540" w:hanging="360"/>
      </w:p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23">
    <w:nsid w:val="536A510C"/>
    <w:multiLevelType w:val="multilevel"/>
    <w:tmpl w:val="12AE219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3D54800"/>
    <w:multiLevelType w:val="multilevel"/>
    <w:tmpl w:val="700A8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582E2B45"/>
    <w:multiLevelType w:val="hybridMultilevel"/>
    <w:tmpl w:val="C82A665A"/>
    <w:lvl w:ilvl="0" w:tplc="0C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1811BD"/>
    <w:multiLevelType w:val="hybridMultilevel"/>
    <w:tmpl w:val="506A639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5EC748CE"/>
    <w:multiLevelType w:val="hybridMultilevel"/>
    <w:tmpl w:val="9BB05B0A"/>
    <w:lvl w:ilvl="0" w:tplc="0C090017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1B">
      <w:start w:val="1"/>
      <w:numFmt w:val="lowerRoman"/>
      <w:lvlText w:val="%3."/>
      <w:lvlJc w:val="right"/>
      <w:pPr>
        <w:ind w:left="2520" w:hanging="180"/>
      </w:pPr>
    </w:lvl>
    <w:lvl w:ilvl="3" w:tplc="0C09000F">
      <w:start w:val="1"/>
      <w:numFmt w:val="decimal"/>
      <w:lvlText w:val="%4."/>
      <w:lvlJc w:val="left"/>
      <w:pPr>
        <w:ind w:left="3240" w:hanging="360"/>
      </w:pPr>
    </w:lvl>
    <w:lvl w:ilvl="4" w:tplc="0C090019">
      <w:start w:val="1"/>
      <w:numFmt w:val="lowerLetter"/>
      <w:lvlText w:val="%5."/>
      <w:lvlJc w:val="left"/>
      <w:pPr>
        <w:ind w:left="3960" w:hanging="360"/>
      </w:pPr>
    </w:lvl>
    <w:lvl w:ilvl="5" w:tplc="0C09001B">
      <w:start w:val="1"/>
      <w:numFmt w:val="lowerRoman"/>
      <w:lvlText w:val="%6."/>
      <w:lvlJc w:val="right"/>
      <w:pPr>
        <w:ind w:left="4680" w:hanging="180"/>
      </w:pPr>
    </w:lvl>
    <w:lvl w:ilvl="6" w:tplc="0C09000F">
      <w:start w:val="1"/>
      <w:numFmt w:val="decimal"/>
      <w:lvlText w:val="%7."/>
      <w:lvlJc w:val="left"/>
      <w:pPr>
        <w:ind w:left="5400" w:hanging="360"/>
      </w:pPr>
    </w:lvl>
    <w:lvl w:ilvl="7" w:tplc="0C090019">
      <w:start w:val="1"/>
      <w:numFmt w:val="lowerLetter"/>
      <w:lvlText w:val="%8."/>
      <w:lvlJc w:val="left"/>
      <w:pPr>
        <w:ind w:left="6120" w:hanging="360"/>
      </w:pPr>
    </w:lvl>
    <w:lvl w:ilvl="8" w:tplc="0C09001B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EE7101F"/>
    <w:multiLevelType w:val="hybridMultilevel"/>
    <w:tmpl w:val="5C409536"/>
    <w:lvl w:ilvl="0" w:tplc="22322A7C">
      <w:start w:val="1"/>
      <w:numFmt w:val="lowerRoman"/>
      <w:lvlText w:val="%1."/>
      <w:lvlJc w:val="left"/>
      <w:pPr>
        <w:ind w:left="90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620" w:hanging="360"/>
      </w:pPr>
    </w:lvl>
    <w:lvl w:ilvl="2" w:tplc="0C09001B">
      <w:start w:val="1"/>
      <w:numFmt w:val="lowerRoman"/>
      <w:lvlText w:val="%3."/>
      <w:lvlJc w:val="right"/>
      <w:pPr>
        <w:ind w:left="2340" w:hanging="180"/>
      </w:pPr>
    </w:lvl>
    <w:lvl w:ilvl="3" w:tplc="0C09000F">
      <w:start w:val="1"/>
      <w:numFmt w:val="decimal"/>
      <w:lvlText w:val="%4."/>
      <w:lvlJc w:val="left"/>
      <w:pPr>
        <w:ind w:left="3060" w:hanging="360"/>
      </w:pPr>
    </w:lvl>
    <w:lvl w:ilvl="4" w:tplc="0C090019">
      <w:start w:val="1"/>
      <w:numFmt w:val="lowerLetter"/>
      <w:lvlText w:val="%5."/>
      <w:lvlJc w:val="left"/>
      <w:pPr>
        <w:ind w:left="3780" w:hanging="360"/>
      </w:pPr>
    </w:lvl>
    <w:lvl w:ilvl="5" w:tplc="0C09001B">
      <w:start w:val="1"/>
      <w:numFmt w:val="lowerRoman"/>
      <w:lvlText w:val="%6."/>
      <w:lvlJc w:val="right"/>
      <w:pPr>
        <w:ind w:left="4500" w:hanging="180"/>
      </w:pPr>
    </w:lvl>
    <w:lvl w:ilvl="6" w:tplc="0C09000F">
      <w:start w:val="1"/>
      <w:numFmt w:val="decimal"/>
      <w:lvlText w:val="%7."/>
      <w:lvlJc w:val="left"/>
      <w:pPr>
        <w:ind w:left="5220" w:hanging="360"/>
      </w:pPr>
    </w:lvl>
    <w:lvl w:ilvl="7" w:tplc="0C090019">
      <w:start w:val="1"/>
      <w:numFmt w:val="lowerLetter"/>
      <w:lvlText w:val="%8."/>
      <w:lvlJc w:val="left"/>
      <w:pPr>
        <w:ind w:left="5940" w:hanging="360"/>
      </w:pPr>
    </w:lvl>
    <w:lvl w:ilvl="8" w:tplc="0C09001B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60013F47"/>
    <w:multiLevelType w:val="hybridMultilevel"/>
    <w:tmpl w:val="9EC444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66B875FC"/>
    <w:multiLevelType w:val="hybridMultilevel"/>
    <w:tmpl w:val="1CBA8918"/>
    <w:lvl w:ilvl="0" w:tplc="0C090019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</w:lvl>
    <w:lvl w:ilvl="1" w:tplc="0C090019">
      <w:start w:val="1"/>
      <w:numFmt w:val="lowerLetter"/>
      <w:lvlText w:val="%2."/>
      <w:lvlJc w:val="left"/>
      <w:pPr>
        <w:ind w:left="1260" w:hanging="360"/>
      </w:pPr>
    </w:lvl>
    <w:lvl w:ilvl="2" w:tplc="0C09001B">
      <w:start w:val="1"/>
      <w:numFmt w:val="lowerRoman"/>
      <w:lvlText w:val="%3."/>
      <w:lvlJc w:val="right"/>
      <w:pPr>
        <w:ind w:left="1980" w:hanging="180"/>
      </w:pPr>
    </w:lvl>
    <w:lvl w:ilvl="3" w:tplc="0C09000F">
      <w:start w:val="1"/>
      <w:numFmt w:val="decimal"/>
      <w:lvlText w:val="%4."/>
      <w:lvlJc w:val="left"/>
      <w:pPr>
        <w:ind w:left="2700" w:hanging="360"/>
      </w:pPr>
    </w:lvl>
    <w:lvl w:ilvl="4" w:tplc="0C090019">
      <w:start w:val="1"/>
      <w:numFmt w:val="lowerLetter"/>
      <w:lvlText w:val="%5."/>
      <w:lvlJc w:val="left"/>
      <w:pPr>
        <w:ind w:left="3420" w:hanging="360"/>
      </w:pPr>
    </w:lvl>
    <w:lvl w:ilvl="5" w:tplc="0C09001B">
      <w:start w:val="1"/>
      <w:numFmt w:val="lowerRoman"/>
      <w:lvlText w:val="%6."/>
      <w:lvlJc w:val="right"/>
      <w:pPr>
        <w:ind w:left="4140" w:hanging="180"/>
      </w:pPr>
    </w:lvl>
    <w:lvl w:ilvl="6" w:tplc="0C09000F">
      <w:start w:val="1"/>
      <w:numFmt w:val="decimal"/>
      <w:lvlText w:val="%7."/>
      <w:lvlJc w:val="left"/>
      <w:pPr>
        <w:ind w:left="4860" w:hanging="360"/>
      </w:pPr>
    </w:lvl>
    <w:lvl w:ilvl="7" w:tplc="0C090019">
      <w:start w:val="1"/>
      <w:numFmt w:val="lowerLetter"/>
      <w:lvlText w:val="%8."/>
      <w:lvlJc w:val="left"/>
      <w:pPr>
        <w:ind w:left="5580" w:hanging="360"/>
      </w:pPr>
    </w:lvl>
    <w:lvl w:ilvl="8" w:tplc="0C09001B">
      <w:start w:val="1"/>
      <w:numFmt w:val="lowerRoman"/>
      <w:lvlText w:val="%9."/>
      <w:lvlJc w:val="right"/>
      <w:pPr>
        <w:ind w:left="6300" w:hanging="180"/>
      </w:pPr>
    </w:lvl>
  </w:abstractNum>
  <w:abstractNum w:abstractNumId="31">
    <w:nsid w:val="672669C7"/>
    <w:multiLevelType w:val="hybridMultilevel"/>
    <w:tmpl w:val="93827A1E"/>
    <w:lvl w:ilvl="0" w:tplc="22322A7C">
      <w:start w:val="1"/>
      <w:numFmt w:val="lowerRoman"/>
      <w:lvlText w:val="%1."/>
      <w:lvlJc w:val="left"/>
      <w:pPr>
        <w:tabs>
          <w:tab w:val="num" w:pos="1103"/>
        </w:tabs>
        <w:ind w:left="1103" w:hanging="360"/>
      </w:pPr>
      <w:rPr>
        <w:rFonts w:hint="default"/>
      </w:rPr>
    </w:lvl>
    <w:lvl w:ilvl="1" w:tplc="0C090001">
      <w:start w:val="1"/>
      <w:numFmt w:val="bullet"/>
      <w:lvlText w:val=""/>
      <w:lvlJc w:val="left"/>
      <w:pPr>
        <w:tabs>
          <w:tab w:val="num" w:pos="1823"/>
        </w:tabs>
        <w:ind w:left="1823" w:hanging="360"/>
      </w:pPr>
      <w:rPr>
        <w:rFonts w:ascii="Symbol" w:hAnsi="Symbol" w:cs="Symbol" w:hint="default"/>
      </w:rPr>
    </w:lvl>
    <w:lvl w:ilvl="2" w:tplc="0C09001B">
      <w:start w:val="1"/>
      <w:numFmt w:val="lowerRoman"/>
      <w:lvlText w:val="%3."/>
      <w:lvlJc w:val="right"/>
      <w:pPr>
        <w:tabs>
          <w:tab w:val="num" w:pos="2543"/>
        </w:tabs>
        <w:ind w:left="2543" w:hanging="180"/>
      </w:pPr>
    </w:lvl>
    <w:lvl w:ilvl="3" w:tplc="0C09000F">
      <w:start w:val="1"/>
      <w:numFmt w:val="decimal"/>
      <w:lvlText w:val="%4."/>
      <w:lvlJc w:val="left"/>
      <w:pPr>
        <w:tabs>
          <w:tab w:val="num" w:pos="3263"/>
        </w:tabs>
        <w:ind w:left="3263" w:hanging="360"/>
      </w:pPr>
    </w:lvl>
    <w:lvl w:ilvl="4" w:tplc="0C090019">
      <w:start w:val="1"/>
      <w:numFmt w:val="lowerLetter"/>
      <w:lvlText w:val="%5."/>
      <w:lvlJc w:val="left"/>
      <w:pPr>
        <w:tabs>
          <w:tab w:val="num" w:pos="3983"/>
        </w:tabs>
        <w:ind w:left="3983" w:hanging="360"/>
      </w:pPr>
    </w:lvl>
    <w:lvl w:ilvl="5" w:tplc="0C09001B">
      <w:start w:val="1"/>
      <w:numFmt w:val="lowerRoman"/>
      <w:lvlText w:val="%6."/>
      <w:lvlJc w:val="right"/>
      <w:pPr>
        <w:tabs>
          <w:tab w:val="num" w:pos="4703"/>
        </w:tabs>
        <w:ind w:left="4703" w:hanging="180"/>
      </w:pPr>
    </w:lvl>
    <w:lvl w:ilvl="6" w:tplc="0C09000F">
      <w:start w:val="1"/>
      <w:numFmt w:val="decimal"/>
      <w:lvlText w:val="%7."/>
      <w:lvlJc w:val="left"/>
      <w:pPr>
        <w:tabs>
          <w:tab w:val="num" w:pos="5423"/>
        </w:tabs>
        <w:ind w:left="5423" w:hanging="360"/>
      </w:pPr>
    </w:lvl>
    <w:lvl w:ilvl="7" w:tplc="0C090019">
      <w:start w:val="1"/>
      <w:numFmt w:val="lowerLetter"/>
      <w:lvlText w:val="%8."/>
      <w:lvlJc w:val="left"/>
      <w:pPr>
        <w:tabs>
          <w:tab w:val="num" w:pos="6143"/>
        </w:tabs>
        <w:ind w:left="6143" w:hanging="360"/>
      </w:pPr>
    </w:lvl>
    <w:lvl w:ilvl="8" w:tplc="0C09001B">
      <w:start w:val="1"/>
      <w:numFmt w:val="lowerRoman"/>
      <w:lvlText w:val="%9."/>
      <w:lvlJc w:val="right"/>
      <w:pPr>
        <w:tabs>
          <w:tab w:val="num" w:pos="6863"/>
        </w:tabs>
        <w:ind w:left="6863" w:hanging="180"/>
      </w:pPr>
    </w:lvl>
  </w:abstractNum>
  <w:abstractNum w:abstractNumId="32">
    <w:nsid w:val="6BD928AD"/>
    <w:multiLevelType w:val="multilevel"/>
    <w:tmpl w:val="2102B6D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807B7E"/>
    <w:multiLevelType w:val="hybridMultilevel"/>
    <w:tmpl w:val="EAF0B78E"/>
    <w:lvl w:ilvl="0" w:tplc="0C090017">
      <w:start w:val="1"/>
      <w:numFmt w:val="lowerLetter"/>
      <w:lvlText w:val="%1)"/>
      <w:lvlJc w:val="left"/>
      <w:pPr>
        <w:tabs>
          <w:tab w:val="num" w:pos="1103"/>
        </w:tabs>
        <w:ind w:left="1103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6FE1600B"/>
    <w:multiLevelType w:val="multilevel"/>
    <w:tmpl w:val="B8646750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>
    <w:nsid w:val="70FF2FB2"/>
    <w:multiLevelType w:val="hybridMultilevel"/>
    <w:tmpl w:val="E440F5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71DB287E"/>
    <w:multiLevelType w:val="hybridMultilevel"/>
    <w:tmpl w:val="4D4A64A6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B3130E"/>
    <w:multiLevelType w:val="hybridMultilevel"/>
    <w:tmpl w:val="8B00E190"/>
    <w:lvl w:ilvl="0" w:tplc="0C090019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</w:lvl>
    <w:lvl w:ilvl="1" w:tplc="0C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2" w:tplc="0C0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C0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C0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C0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C0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C0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C0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8">
    <w:nsid w:val="74913469"/>
    <w:multiLevelType w:val="hybridMultilevel"/>
    <w:tmpl w:val="CEC4D71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7C970922"/>
    <w:multiLevelType w:val="hybridMultilevel"/>
    <w:tmpl w:val="2102B6D8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D56105"/>
    <w:multiLevelType w:val="hybridMultilevel"/>
    <w:tmpl w:val="9634B92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C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30"/>
  </w:num>
  <w:num w:numId="2">
    <w:abstractNumId w:val="36"/>
  </w:num>
  <w:num w:numId="3">
    <w:abstractNumId w:val="39"/>
  </w:num>
  <w:num w:numId="4">
    <w:abstractNumId w:val="27"/>
  </w:num>
  <w:num w:numId="5">
    <w:abstractNumId w:val="14"/>
  </w:num>
  <w:num w:numId="6">
    <w:abstractNumId w:val="26"/>
  </w:num>
  <w:num w:numId="7">
    <w:abstractNumId w:val="5"/>
  </w:num>
  <w:num w:numId="8">
    <w:abstractNumId w:val="17"/>
  </w:num>
  <w:num w:numId="9">
    <w:abstractNumId w:val="4"/>
  </w:num>
  <w:num w:numId="10">
    <w:abstractNumId w:val="16"/>
  </w:num>
  <w:num w:numId="11">
    <w:abstractNumId w:val="12"/>
  </w:num>
  <w:num w:numId="12">
    <w:abstractNumId w:val="10"/>
  </w:num>
  <w:num w:numId="13">
    <w:abstractNumId w:val="29"/>
  </w:num>
  <w:num w:numId="14">
    <w:abstractNumId w:val="18"/>
  </w:num>
  <w:num w:numId="15">
    <w:abstractNumId w:val="11"/>
  </w:num>
  <w:num w:numId="16">
    <w:abstractNumId w:val="37"/>
  </w:num>
  <w:num w:numId="17">
    <w:abstractNumId w:val="23"/>
  </w:num>
  <w:num w:numId="18">
    <w:abstractNumId w:val="1"/>
  </w:num>
  <w:num w:numId="19">
    <w:abstractNumId w:val="13"/>
  </w:num>
  <w:num w:numId="20">
    <w:abstractNumId w:val="32"/>
  </w:num>
  <w:num w:numId="21">
    <w:abstractNumId w:val="6"/>
  </w:num>
  <w:num w:numId="22">
    <w:abstractNumId w:val="0"/>
  </w:num>
  <w:num w:numId="23">
    <w:abstractNumId w:val="24"/>
  </w:num>
  <w:num w:numId="24">
    <w:abstractNumId w:val="33"/>
  </w:num>
  <w:num w:numId="25">
    <w:abstractNumId w:val="9"/>
  </w:num>
  <w:num w:numId="26">
    <w:abstractNumId w:val="38"/>
  </w:num>
  <w:num w:numId="27">
    <w:abstractNumId w:val="22"/>
  </w:num>
  <w:num w:numId="28">
    <w:abstractNumId w:val="34"/>
  </w:num>
  <w:num w:numId="29">
    <w:abstractNumId w:val="2"/>
  </w:num>
  <w:num w:numId="30">
    <w:abstractNumId w:val="21"/>
  </w:num>
  <w:num w:numId="31">
    <w:abstractNumId w:val="25"/>
  </w:num>
  <w:num w:numId="32">
    <w:abstractNumId w:val="19"/>
  </w:num>
  <w:num w:numId="33">
    <w:abstractNumId w:val="8"/>
  </w:num>
  <w:num w:numId="34">
    <w:abstractNumId w:val="20"/>
  </w:num>
  <w:num w:numId="35">
    <w:abstractNumId w:val="3"/>
  </w:num>
  <w:num w:numId="36">
    <w:abstractNumId w:val="15"/>
  </w:num>
  <w:num w:numId="37">
    <w:abstractNumId w:val="31"/>
  </w:num>
  <w:num w:numId="38">
    <w:abstractNumId w:val="35"/>
  </w:num>
  <w:num w:numId="39">
    <w:abstractNumId w:val="7"/>
  </w:num>
  <w:num w:numId="40">
    <w:abstractNumId w:val="40"/>
  </w:num>
  <w:num w:numId="4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66C8"/>
    <w:rsid w:val="000017FC"/>
    <w:rsid w:val="00001C58"/>
    <w:rsid w:val="000046AD"/>
    <w:rsid w:val="00005069"/>
    <w:rsid w:val="00011D92"/>
    <w:rsid w:val="00017501"/>
    <w:rsid w:val="00046A34"/>
    <w:rsid w:val="00086E2F"/>
    <w:rsid w:val="00094196"/>
    <w:rsid w:val="000961A9"/>
    <w:rsid w:val="000973EB"/>
    <w:rsid w:val="000A53D2"/>
    <w:rsid w:val="000B4976"/>
    <w:rsid w:val="000C1F22"/>
    <w:rsid w:val="000C203A"/>
    <w:rsid w:val="000D0851"/>
    <w:rsid w:val="000D3F79"/>
    <w:rsid w:val="000D5A06"/>
    <w:rsid w:val="000D6236"/>
    <w:rsid w:val="000E15C9"/>
    <w:rsid w:val="001045B0"/>
    <w:rsid w:val="0011691B"/>
    <w:rsid w:val="00121A13"/>
    <w:rsid w:val="00125BC1"/>
    <w:rsid w:val="001336E0"/>
    <w:rsid w:val="00141A59"/>
    <w:rsid w:val="00167FEF"/>
    <w:rsid w:val="00181F12"/>
    <w:rsid w:val="00194231"/>
    <w:rsid w:val="001A166C"/>
    <w:rsid w:val="001D5195"/>
    <w:rsid w:val="001E06F4"/>
    <w:rsid w:val="001F1F59"/>
    <w:rsid w:val="00205BDC"/>
    <w:rsid w:val="00240861"/>
    <w:rsid w:val="00252B85"/>
    <w:rsid w:val="002565CA"/>
    <w:rsid w:val="00280291"/>
    <w:rsid w:val="002A756B"/>
    <w:rsid w:val="002A785B"/>
    <w:rsid w:val="002C4920"/>
    <w:rsid w:val="002D730E"/>
    <w:rsid w:val="002E3440"/>
    <w:rsid w:val="002F0982"/>
    <w:rsid w:val="002F7B6D"/>
    <w:rsid w:val="003021A1"/>
    <w:rsid w:val="00314F10"/>
    <w:rsid w:val="0032333C"/>
    <w:rsid w:val="00326CAC"/>
    <w:rsid w:val="0033064D"/>
    <w:rsid w:val="0035417C"/>
    <w:rsid w:val="003607F1"/>
    <w:rsid w:val="00361ECF"/>
    <w:rsid w:val="00372235"/>
    <w:rsid w:val="00372B4B"/>
    <w:rsid w:val="00373089"/>
    <w:rsid w:val="00373510"/>
    <w:rsid w:val="00385DB1"/>
    <w:rsid w:val="00390AEA"/>
    <w:rsid w:val="003962AA"/>
    <w:rsid w:val="003C1016"/>
    <w:rsid w:val="003C4923"/>
    <w:rsid w:val="003C51F9"/>
    <w:rsid w:val="003D2E2F"/>
    <w:rsid w:val="003D73E0"/>
    <w:rsid w:val="003E397D"/>
    <w:rsid w:val="003E535D"/>
    <w:rsid w:val="003F3805"/>
    <w:rsid w:val="003F5131"/>
    <w:rsid w:val="003F5B32"/>
    <w:rsid w:val="00412C74"/>
    <w:rsid w:val="00426BB3"/>
    <w:rsid w:val="00430CB0"/>
    <w:rsid w:val="00450BD1"/>
    <w:rsid w:val="00471F3F"/>
    <w:rsid w:val="00472EFB"/>
    <w:rsid w:val="004811B9"/>
    <w:rsid w:val="004958FB"/>
    <w:rsid w:val="004A3CE8"/>
    <w:rsid w:val="004B6770"/>
    <w:rsid w:val="004C3E8F"/>
    <w:rsid w:val="004D546D"/>
    <w:rsid w:val="004E3240"/>
    <w:rsid w:val="004E4479"/>
    <w:rsid w:val="004E5687"/>
    <w:rsid w:val="004F616E"/>
    <w:rsid w:val="00500296"/>
    <w:rsid w:val="00512B43"/>
    <w:rsid w:val="00540291"/>
    <w:rsid w:val="005440EF"/>
    <w:rsid w:val="005548A0"/>
    <w:rsid w:val="00557DC8"/>
    <w:rsid w:val="0057396E"/>
    <w:rsid w:val="00580EA6"/>
    <w:rsid w:val="0058780D"/>
    <w:rsid w:val="0059167B"/>
    <w:rsid w:val="005B7086"/>
    <w:rsid w:val="005C0533"/>
    <w:rsid w:val="005C3A09"/>
    <w:rsid w:val="005C610E"/>
    <w:rsid w:val="00612005"/>
    <w:rsid w:val="00615B9A"/>
    <w:rsid w:val="00620597"/>
    <w:rsid w:val="006266BD"/>
    <w:rsid w:val="006351FC"/>
    <w:rsid w:val="00644B79"/>
    <w:rsid w:val="00654712"/>
    <w:rsid w:val="00655A2E"/>
    <w:rsid w:val="00656CFA"/>
    <w:rsid w:val="006570C3"/>
    <w:rsid w:val="0066778C"/>
    <w:rsid w:val="0067523A"/>
    <w:rsid w:val="00680D23"/>
    <w:rsid w:val="0068258F"/>
    <w:rsid w:val="00684AC7"/>
    <w:rsid w:val="006C1F50"/>
    <w:rsid w:val="006C421C"/>
    <w:rsid w:val="006E00D0"/>
    <w:rsid w:val="006E5B41"/>
    <w:rsid w:val="006F6A37"/>
    <w:rsid w:val="006F6FEC"/>
    <w:rsid w:val="0070498E"/>
    <w:rsid w:val="0072544E"/>
    <w:rsid w:val="0072790B"/>
    <w:rsid w:val="00736821"/>
    <w:rsid w:val="007431B6"/>
    <w:rsid w:val="00755720"/>
    <w:rsid w:val="00756F99"/>
    <w:rsid w:val="00773B5B"/>
    <w:rsid w:val="00773F7D"/>
    <w:rsid w:val="00775A84"/>
    <w:rsid w:val="00782FFA"/>
    <w:rsid w:val="00785C1B"/>
    <w:rsid w:val="007933C3"/>
    <w:rsid w:val="00794470"/>
    <w:rsid w:val="00794BBF"/>
    <w:rsid w:val="007B4757"/>
    <w:rsid w:val="007B60E8"/>
    <w:rsid w:val="007E0AF7"/>
    <w:rsid w:val="007E583F"/>
    <w:rsid w:val="007F380A"/>
    <w:rsid w:val="007F6A89"/>
    <w:rsid w:val="00805377"/>
    <w:rsid w:val="008230FF"/>
    <w:rsid w:val="0083090F"/>
    <w:rsid w:val="00845093"/>
    <w:rsid w:val="00846445"/>
    <w:rsid w:val="008504C5"/>
    <w:rsid w:val="0085316E"/>
    <w:rsid w:val="00864030"/>
    <w:rsid w:val="00895F8A"/>
    <w:rsid w:val="008965E1"/>
    <w:rsid w:val="00897459"/>
    <w:rsid w:val="008B5175"/>
    <w:rsid w:val="008B77EB"/>
    <w:rsid w:val="008C6F51"/>
    <w:rsid w:val="008E3975"/>
    <w:rsid w:val="008F355E"/>
    <w:rsid w:val="008F5243"/>
    <w:rsid w:val="00906CCC"/>
    <w:rsid w:val="009115F9"/>
    <w:rsid w:val="00915E7B"/>
    <w:rsid w:val="009252E1"/>
    <w:rsid w:val="009347F8"/>
    <w:rsid w:val="00945F73"/>
    <w:rsid w:val="00951BD7"/>
    <w:rsid w:val="00952508"/>
    <w:rsid w:val="009A4740"/>
    <w:rsid w:val="009B24BD"/>
    <w:rsid w:val="009C66C8"/>
    <w:rsid w:val="009D6FB2"/>
    <w:rsid w:val="009E343C"/>
    <w:rsid w:val="009F59F0"/>
    <w:rsid w:val="00A06065"/>
    <w:rsid w:val="00A17EFF"/>
    <w:rsid w:val="00A208CF"/>
    <w:rsid w:val="00A334B1"/>
    <w:rsid w:val="00A468D0"/>
    <w:rsid w:val="00A56E1F"/>
    <w:rsid w:val="00A61BF9"/>
    <w:rsid w:val="00A70F6D"/>
    <w:rsid w:val="00A74638"/>
    <w:rsid w:val="00A81582"/>
    <w:rsid w:val="00A85867"/>
    <w:rsid w:val="00A86889"/>
    <w:rsid w:val="00AA00ED"/>
    <w:rsid w:val="00AA1F1D"/>
    <w:rsid w:val="00AA393C"/>
    <w:rsid w:val="00AB3907"/>
    <w:rsid w:val="00AF747F"/>
    <w:rsid w:val="00B01DB2"/>
    <w:rsid w:val="00B038A1"/>
    <w:rsid w:val="00B06701"/>
    <w:rsid w:val="00B07462"/>
    <w:rsid w:val="00B11E5C"/>
    <w:rsid w:val="00B16A7D"/>
    <w:rsid w:val="00B228AB"/>
    <w:rsid w:val="00B24DFC"/>
    <w:rsid w:val="00B325CC"/>
    <w:rsid w:val="00B349BC"/>
    <w:rsid w:val="00B34D42"/>
    <w:rsid w:val="00B408B3"/>
    <w:rsid w:val="00B63660"/>
    <w:rsid w:val="00B7121D"/>
    <w:rsid w:val="00B962A1"/>
    <w:rsid w:val="00BA07BF"/>
    <w:rsid w:val="00BA39A6"/>
    <w:rsid w:val="00BA69B2"/>
    <w:rsid w:val="00BB35C0"/>
    <w:rsid w:val="00BB6C5D"/>
    <w:rsid w:val="00BC547B"/>
    <w:rsid w:val="00BD636E"/>
    <w:rsid w:val="00BD6A5C"/>
    <w:rsid w:val="00BE6790"/>
    <w:rsid w:val="00BF0644"/>
    <w:rsid w:val="00BF36D8"/>
    <w:rsid w:val="00BF4FC2"/>
    <w:rsid w:val="00C07FDA"/>
    <w:rsid w:val="00C376E5"/>
    <w:rsid w:val="00C5651F"/>
    <w:rsid w:val="00C63F48"/>
    <w:rsid w:val="00C75398"/>
    <w:rsid w:val="00C82E55"/>
    <w:rsid w:val="00C877DD"/>
    <w:rsid w:val="00C946A6"/>
    <w:rsid w:val="00CA34AD"/>
    <w:rsid w:val="00CB261B"/>
    <w:rsid w:val="00CD7BD8"/>
    <w:rsid w:val="00CF3648"/>
    <w:rsid w:val="00D00B5D"/>
    <w:rsid w:val="00D10FC7"/>
    <w:rsid w:val="00D156BB"/>
    <w:rsid w:val="00D166D4"/>
    <w:rsid w:val="00D16950"/>
    <w:rsid w:val="00D34FF8"/>
    <w:rsid w:val="00D4641A"/>
    <w:rsid w:val="00D46B44"/>
    <w:rsid w:val="00D55539"/>
    <w:rsid w:val="00D74719"/>
    <w:rsid w:val="00D75954"/>
    <w:rsid w:val="00D813C3"/>
    <w:rsid w:val="00D84E2C"/>
    <w:rsid w:val="00DB5CB6"/>
    <w:rsid w:val="00DC08BA"/>
    <w:rsid w:val="00DC0948"/>
    <w:rsid w:val="00DC4BB9"/>
    <w:rsid w:val="00DC5932"/>
    <w:rsid w:val="00DC7B46"/>
    <w:rsid w:val="00DD0997"/>
    <w:rsid w:val="00DD0E90"/>
    <w:rsid w:val="00DE7B19"/>
    <w:rsid w:val="00DF6DBB"/>
    <w:rsid w:val="00E03B8D"/>
    <w:rsid w:val="00E1124C"/>
    <w:rsid w:val="00E4690C"/>
    <w:rsid w:val="00E6165F"/>
    <w:rsid w:val="00E715A5"/>
    <w:rsid w:val="00E868DD"/>
    <w:rsid w:val="00E871D9"/>
    <w:rsid w:val="00E93530"/>
    <w:rsid w:val="00E96430"/>
    <w:rsid w:val="00EB0A33"/>
    <w:rsid w:val="00EC5B65"/>
    <w:rsid w:val="00F00926"/>
    <w:rsid w:val="00F127D5"/>
    <w:rsid w:val="00F23046"/>
    <w:rsid w:val="00F24037"/>
    <w:rsid w:val="00F25996"/>
    <w:rsid w:val="00F36CBE"/>
    <w:rsid w:val="00F37D23"/>
    <w:rsid w:val="00F40038"/>
    <w:rsid w:val="00F42D79"/>
    <w:rsid w:val="00F6648A"/>
    <w:rsid w:val="00F75CD7"/>
    <w:rsid w:val="00FB2CB5"/>
    <w:rsid w:val="00FB63E8"/>
    <w:rsid w:val="00FD3232"/>
    <w:rsid w:val="00FF10FA"/>
    <w:rsid w:val="00FF6E81"/>
    <w:rsid w:val="00FF7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6C8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74719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36CBE"/>
    <w:pPr>
      <w:keepNext/>
      <w:ind w:right="-51"/>
      <w:jc w:val="center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74719"/>
    <w:rPr>
      <w:rFonts w:ascii="Cambria" w:hAnsi="Cambria" w:cs="Cambria"/>
      <w:b/>
      <w:bCs/>
      <w:kern w:val="32"/>
      <w:sz w:val="32"/>
      <w:szCs w:val="32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868DD"/>
    <w:rPr>
      <w:rFonts w:ascii="Calibri" w:hAnsi="Calibri" w:cs="Calibri"/>
      <w:b/>
      <w:bCs/>
      <w:sz w:val="28"/>
      <w:szCs w:val="28"/>
      <w:lang w:val="en-GB" w:eastAsia="en-US"/>
    </w:rPr>
  </w:style>
  <w:style w:type="table" w:styleId="TableGrid">
    <w:name w:val="Table Grid"/>
    <w:basedOn w:val="TableNormal"/>
    <w:uiPriority w:val="99"/>
    <w:rsid w:val="00E964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E7B1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868DD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DE7B1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75398"/>
    <w:rPr>
      <w:sz w:val="24"/>
      <w:szCs w:val="24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F36CBE"/>
    <w:pPr>
      <w:ind w:right="-51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868DD"/>
    <w:rPr>
      <w:sz w:val="24"/>
      <w:szCs w:val="24"/>
      <w:lang w:val="en-GB" w:eastAsia="en-US"/>
    </w:rPr>
  </w:style>
  <w:style w:type="paragraph" w:styleId="BodyText2">
    <w:name w:val="Body Text 2"/>
    <w:basedOn w:val="Normal"/>
    <w:link w:val="BodyText2Char"/>
    <w:uiPriority w:val="99"/>
    <w:rsid w:val="00F36CBE"/>
    <w:pPr>
      <w:ind w:right="-51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868DD"/>
    <w:rPr>
      <w:sz w:val="24"/>
      <w:szCs w:val="24"/>
      <w:lang w:val="en-GB" w:eastAsia="en-US"/>
    </w:rPr>
  </w:style>
  <w:style w:type="character" w:styleId="Emphasis">
    <w:name w:val="Emphasis"/>
    <w:basedOn w:val="DefaultParagraphFont"/>
    <w:uiPriority w:val="99"/>
    <w:qFormat/>
    <w:rsid w:val="00B228AB"/>
    <w:rPr>
      <w:i/>
      <w:iCs/>
    </w:rPr>
  </w:style>
  <w:style w:type="character" w:styleId="Hyperlink">
    <w:name w:val="Hyperlink"/>
    <w:basedOn w:val="DefaultParagraphFont"/>
    <w:uiPriority w:val="99"/>
    <w:rsid w:val="001E06F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756F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56F99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99"/>
    <w:qFormat/>
    <w:rsid w:val="00280291"/>
    <w:pPr>
      <w:ind w:left="720"/>
    </w:pPr>
  </w:style>
  <w:style w:type="character" w:styleId="Strong">
    <w:name w:val="Strong"/>
    <w:basedOn w:val="DefaultParagraphFont"/>
    <w:uiPriority w:val="99"/>
    <w:qFormat/>
    <w:locked/>
    <w:rsid w:val="00F42D7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23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3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23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23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23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214</Words>
  <Characters>1226</Characters>
  <Application>Microsoft Office Outlook</Application>
  <DocSecurity>0</DocSecurity>
  <Lines>0</Lines>
  <Paragraphs>0</Paragraphs>
  <ScaleCrop>false</ScaleCrop>
  <Company>Hunter New England Area Health Service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Setting up an agenda</dc:title>
  <dc:subject/>
  <dc:creator>DArya</dc:creator>
  <cp:keywords/>
  <dc:description/>
  <cp:lastModifiedBy>xj5</cp:lastModifiedBy>
  <cp:revision>7</cp:revision>
  <cp:lastPrinted>2008-07-28T02:56:00Z</cp:lastPrinted>
  <dcterms:created xsi:type="dcterms:W3CDTF">2013-07-04T23:38:00Z</dcterms:created>
  <dcterms:modified xsi:type="dcterms:W3CDTF">2013-07-11T02:33:00Z</dcterms:modified>
</cp:coreProperties>
</file>